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9EE363" w14:textId="543F0ECD" w:rsidR="00DA751C" w:rsidRPr="008E357B" w:rsidRDefault="002E6519" w:rsidP="00DA751C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Investor: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701894">
        <w:rPr>
          <w:b/>
          <w:sz w:val="28"/>
          <w:szCs w:val="28"/>
        </w:rPr>
        <w:t>SAKO Brno SOLAR a.s.</w:t>
      </w:r>
      <w:r w:rsidR="00DA751C" w:rsidRPr="009E4266">
        <w:rPr>
          <w:sz w:val="28"/>
          <w:szCs w:val="28"/>
        </w:rPr>
        <w:tab/>
      </w:r>
      <w:r w:rsidR="00701894">
        <w:rPr>
          <w:sz w:val="28"/>
          <w:szCs w:val="28"/>
        </w:rPr>
        <w:tab/>
      </w:r>
      <w:r w:rsidR="00701894">
        <w:rPr>
          <w:sz w:val="28"/>
          <w:szCs w:val="28"/>
        </w:rPr>
        <w:tab/>
      </w:r>
      <w:r w:rsidR="00701894">
        <w:rPr>
          <w:b/>
          <w:sz w:val="28"/>
          <w:szCs w:val="28"/>
        </w:rPr>
        <w:tab/>
        <w:t xml:space="preserve">   </w:t>
      </w:r>
      <w:r w:rsidR="00DA751C">
        <w:rPr>
          <w:b/>
          <w:sz w:val="28"/>
          <w:szCs w:val="28"/>
        </w:rPr>
        <w:t xml:space="preserve">     </w:t>
      </w:r>
      <w:r w:rsidR="00DA751C" w:rsidRPr="009E4266">
        <w:rPr>
          <w:sz w:val="28"/>
          <w:szCs w:val="28"/>
        </w:rPr>
        <w:t xml:space="preserve">Arch. </w:t>
      </w:r>
      <w:r w:rsidRPr="009E4266">
        <w:rPr>
          <w:sz w:val="28"/>
          <w:szCs w:val="28"/>
        </w:rPr>
        <w:t>č.:</w:t>
      </w:r>
      <w:r w:rsidR="00DA751C" w:rsidRPr="009E4266">
        <w:rPr>
          <w:sz w:val="28"/>
          <w:szCs w:val="28"/>
        </w:rPr>
        <w:t xml:space="preserve"> </w:t>
      </w:r>
      <w:r w:rsidR="00DA751C" w:rsidRPr="008E357B">
        <w:rPr>
          <w:b/>
          <w:sz w:val="28"/>
          <w:szCs w:val="28"/>
        </w:rPr>
        <w:t>Z0</w:t>
      </w:r>
      <w:r w:rsidR="0024440F">
        <w:rPr>
          <w:b/>
          <w:sz w:val="28"/>
          <w:szCs w:val="28"/>
        </w:rPr>
        <w:t>2</w:t>
      </w:r>
      <w:r w:rsidR="00701894">
        <w:rPr>
          <w:b/>
          <w:sz w:val="28"/>
          <w:szCs w:val="28"/>
        </w:rPr>
        <w:t>1058</w:t>
      </w:r>
    </w:p>
    <w:p w14:paraId="29862D79" w14:textId="77777777" w:rsidR="00DA751C" w:rsidRPr="009E4266" w:rsidRDefault="00DA751C" w:rsidP="00DA751C">
      <w:pPr>
        <w:rPr>
          <w:b/>
          <w:sz w:val="28"/>
          <w:szCs w:val="28"/>
        </w:rPr>
      </w:pPr>
    </w:p>
    <w:p w14:paraId="4AFBEAE2" w14:textId="5DC8049B" w:rsidR="00DA751C" w:rsidRDefault="002E6519" w:rsidP="00DC39FD">
      <w:pPr>
        <w:rPr>
          <w:b/>
          <w:sz w:val="28"/>
          <w:szCs w:val="28"/>
        </w:rPr>
      </w:pPr>
      <w:r w:rsidRPr="009E4266">
        <w:rPr>
          <w:sz w:val="28"/>
          <w:szCs w:val="28"/>
        </w:rPr>
        <w:t>Stavba:</w:t>
      </w:r>
      <w:r w:rsidR="00DA751C" w:rsidRPr="009E4266">
        <w:rPr>
          <w:sz w:val="28"/>
          <w:szCs w:val="28"/>
        </w:rPr>
        <w:tab/>
        <w:t xml:space="preserve">    </w:t>
      </w:r>
      <w:r w:rsidR="00DA751C">
        <w:rPr>
          <w:sz w:val="28"/>
          <w:szCs w:val="28"/>
        </w:rPr>
        <w:t xml:space="preserve"> </w:t>
      </w:r>
      <w:r w:rsidR="00DA751C">
        <w:rPr>
          <w:sz w:val="28"/>
          <w:szCs w:val="28"/>
        </w:rPr>
        <w:tab/>
      </w:r>
      <w:r w:rsidR="00701894">
        <w:rPr>
          <w:b/>
          <w:sz w:val="28"/>
          <w:szCs w:val="28"/>
        </w:rPr>
        <w:t>FVE ZŠ Jana Babáka</w:t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701894">
        <w:rPr>
          <w:b/>
          <w:sz w:val="28"/>
          <w:szCs w:val="28"/>
        </w:rPr>
        <w:tab/>
      </w:r>
      <w:r w:rsidR="00FB6431">
        <w:rPr>
          <w:b/>
          <w:sz w:val="28"/>
          <w:szCs w:val="28"/>
        </w:rPr>
        <w:t xml:space="preserve"> </w:t>
      </w:r>
      <w:r w:rsidR="00DA751C">
        <w:rPr>
          <w:b/>
          <w:sz w:val="28"/>
          <w:szCs w:val="28"/>
        </w:rPr>
        <w:t xml:space="preserve">     </w:t>
      </w:r>
      <w:r w:rsidR="00DC39FD">
        <w:rPr>
          <w:b/>
          <w:sz w:val="28"/>
          <w:szCs w:val="28"/>
        </w:rPr>
        <w:t xml:space="preserve"> </w:t>
      </w:r>
      <w:r w:rsidR="00DA751C">
        <w:rPr>
          <w:sz w:val="28"/>
          <w:szCs w:val="28"/>
        </w:rPr>
        <w:t>Po</w:t>
      </w:r>
      <w:r w:rsidR="00DA751C" w:rsidRPr="009E4266">
        <w:rPr>
          <w:sz w:val="28"/>
          <w:szCs w:val="28"/>
        </w:rPr>
        <w:t xml:space="preserve">čet </w:t>
      </w:r>
      <w:proofErr w:type="gramStart"/>
      <w:r w:rsidRPr="009E4266">
        <w:rPr>
          <w:sz w:val="28"/>
          <w:szCs w:val="28"/>
        </w:rPr>
        <w:t>listů:</w:t>
      </w:r>
      <w:r w:rsidR="00DA751C" w:rsidRPr="00BC5BB0">
        <w:rPr>
          <w:sz w:val="28"/>
          <w:szCs w:val="28"/>
        </w:rPr>
        <w:t xml:space="preserve">  </w:t>
      </w:r>
      <w:r w:rsidR="00FF7B8A">
        <w:rPr>
          <w:b/>
          <w:sz w:val="28"/>
          <w:szCs w:val="28"/>
        </w:rPr>
        <w:t>3</w:t>
      </w:r>
      <w:proofErr w:type="gramEnd"/>
    </w:p>
    <w:p w14:paraId="5D658526" w14:textId="77777777" w:rsidR="00701894" w:rsidRPr="009E4266" w:rsidRDefault="00701894" w:rsidP="00DC39FD">
      <w:pPr>
        <w:rPr>
          <w:b/>
          <w:sz w:val="28"/>
          <w:szCs w:val="28"/>
        </w:rPr>
      </w:pPr>
    </w:p>
    <w:p w14:paraId="3D6ECFAC" w14:textId="49ADE19E" w:rsidR="00DA751C" w:rsidRDefault="00DA751C" w:rsidP="00DA751C">
      <w:pPr>
        <w:rPr>
          <w:b/>
          <w:sz w:val="24"/>
        </w:rPr>
      </w:pPr>
      <w:r w:rsidRPr="009E4266">
        <w:rPr>
          <w:sz w:val="28"/>
          <w:szCs w:val="28"/>
        </w:rPr>
        <w:t xml:space="preserve">Místo </w:t>
      </w:r>
      <w:r w:rsidR="002E6519" w:rsidRPr="009E4266">
        <w:rPr>
          <w:sz w:val="28"/>
          <w:szCs w:val="28"/>
        </w:rPr>
        <w:t>stavby:</w:t>
      </w:r>
      <w:r w:rsidR="002E6519">
        <w:rPr>
          <w:sz w:val="28"/>
          <w:szCs w:val="28"/>
        </w:rPr>
        <w:t xml:space="preserve"> </w:t>
      </w:r>
      <w:r w:rsidR="002E6519">
        <w:rPr>
          <w:sz w:val="28"/>
          <w:szCs w:val="28"/>
        </w:rPr>
        <w:tab/>
      </w:r>
      <w:r w:rsidR="00701894">
        <w:rPr>
          <w:b/>
          <w:sz w:val="28"/>
          <w:szCs w:val="28"/>
        </w:rPr>
        <w:t>Základní škola Jana Babáka Brno</w:t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5F21BEB7" w14:textId="77777777" w:rsidR="00DA751C" w:rsidRDefault="00DA751C" w:rsidP="00DA751C">
      <w:pPr>
        <w:rPr>
          <w:b/>
          <w:sz w:val="24"/>
        </w:rPr>
      </w:pPr>
    </w:p>
    <w:p w14:paraId="2C9E6C64" w14:textId="77777777" w:rsidR="00DA751C" w:rsidRDefault="00DA751C" w:rsidP="00DA751C">
      <w:pPr>
        <w:rPr>
          <w:b/>
          <w:sz w:val="24"/>
        </w:rPr>
      </w:pP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  <w:r>
        <w:rPr>
          <w:b/>
          <w:sz w:val="24"/>
        </w:rPr>
        <w:tab/>
      </w:r>
    </w:p>
    <w:p w14:paraId="6339DD1D" w14:textId="77777777" w:rsidR="00DA751C" w:rsidRDefault="00DA751C" w:rsidP="00DA751C">
      <w:pPr>
        <w:rPr>
          <w:b/>
        </w:rPr>
      </w:pPr>
      <w:r>
        <w:rPr>
          <w:b/>
          <w:sz w:val="24"/>
        </w:rPr>
        <w:tab/>
      </w:r>
      <w:r>
        <w:rPr>
          <w:b/>
          <w:sz w:val="24"/>
        </w:rPr>
        <w:tab/>
        <w:t xml:space="preserve">    </w:t>
      </w:r>
      <w:r>
        <w:rPr>
          <w:b/>
        </w:rPr>
        <w:t xml:space="preserve">                              </w:t>
      </w:r>
    </w:p>
    <w:p w14:paraId="2B675B88" w14:textId="02D35768" w:rsidR="00DA751C" w:rsidRDefault="00DA751C" w:rsidP="00DA751C">
      <w:pPr>
        <w:rPr>
          <w:b/>
        </w:rPr>
      </w:pPr>
    </w:p>
    <w:p w14:paraId="641BE015" w14:textId="77777777" w:rsidR="00DA751C" w:rsidRDefault="00DA751C" w:rsidP="00DA751C">
      <w:pPr>
        <w:rPr>
          <w:b/>
        </w:rPr>
      </w:pPr>
    </w:p>
    <w:p w14:paraId="06CA4516" w14:textId="77777777" w:rsidR="00DA751C" w:rsidRPr="008F0941" w:rsidRDefault="00DA751C" w:rsidP="00DA751C">
      <w:pPr>
        <w:jc w:val="center"/>
        <w:rPr>
          <w:rFonts w:cs="Arial"/>
        </w:rPr>
      </w:pPr>
    </w:p>
    <w:p w14:paraId="7521F669" w14:textId="77777777" w:rsidR="00DA751C" w:rsidRPr="008F0941" w:rsidRDefault="00DA751C" w:rsidP="00DA751C">
      <w:pPr>
        <w:jc w:val="center"/>
        <w:rPr>
          <w:rFonts w:cs="Arial"/>
        </w:rPr>
      </w:pPr>
    </w:p>
    <w:p w14:paraId="32F6FF4D" w14:textId="0A54F201" w:rsidR="00DA751C" w:rsidRDefault="00DA751C" w:rsidP="00DA751C">
      <w:pPr>
        <w:jc w:val="center"/>
        <w:rPr>
          <w:rFonts w:cs="Arial"/>
          <w:b/>
          <w:caps/>
          <w:sz w:val="56"/>
        </w:rPr>
      </w:pPr>
      <w:r>
        <w:rPr>
          <w:rFonts w:cs="Arial"/>
          <w:b/>
          <w:caps/>
          <w:sz w:val="56"/>
        </w:rPr>
        <w:t>pro</w:t>
      </w:r>
      <w:r w:rsidR="00A469D7">
        <w:rPr>
          <w:rFonts w:cs="Arial"/>
          <w:b/>
          <w:caps/>
          <w:sz w:val="56"/>
        </w:rPr>
        <w:t>jektová dokumentace</w:t>
      </w:r>
    </w:p>
    <w:p w14:paraId="1B0B3CEB" w14:textId="77777777" w:rsidR="00C56D17" w:rsidRPr="008F0941" w:rsidRDefault="00C56D17" w:rsidP="00DA751C">
      <w:pPr>
        <w:jc w:val="center"/>
        <w:rPr>
          <w:rFonts w:cs="Arial"/>
          <w:b/>
          <w:caps/>
          <w:sz w:val="56"/>
        </w:rPr>
      </w:pPr>
    </w:p>
    <w:p w14:paraId="457E75E0" w14:textId="77777777" w:rsidR="00D31211" w:rsidRDefault="00D31211" w:rsidP="00DA751C">
      <w:pPr>
        <w:jc w:val="center"/>
        <w:rPr>
          <w:b/>
          <w:bCs/>
          <w:smallCaps/>
          <w:sz w:val="36"/>
          <w:szCs w:val="36"/>
        </w:rPr>
      </w:pPr>
    </w:p>
    <w:p w14:paraId="4CB3C4FE" w14:textId="7642BC5A" w:rsidR="00DA751C" w:rsidRDefault="00701894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Fotovoltaická elektrárna</w:t>
      </w:r>
    </w:p>
    <w:p w14:paraId="569852B2" w14:textId="63E4859E" w:rsidR="00D31211" w:rsidRDefault="00701894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Prováděcí dokumentace stavby (PDS)</w:t>
      </w:r>
    </w:p>
    <w:p w14:paraId="50E6E5F3" w14:textId="54B6320B" w:rsidR="003649EE" w:rsidRDefault="003649EE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Etapa 2</w:t>
      </w:r>
    </w:p>
    <w:p w14:paraId="16D01F77" w14:textId="77777777" w:rsidR="007754BE" w:rsidRDefault="007754BE" w:rsidP="00DA751C">
      <w:pPr>
        <w:jc w:val="center"/>
        <w:rPr>
          <w:b/>
          <w:bCs/>
          <w:sz w:val="36"/>
          <w:szCs w:val="36"/>
        </w:rPr>
      </w:pPr>
    </w:p>
    <w:p w14:paraId="76B176F7" w14:textId="1869EB23" w:rsidR="00733593" w:rsidRDefault="00C473CF" w:rsidP="00DA751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Technická specifikace</w:t>
      </w:r>
    </w:p>
    <w:p w14:paraId="64A94E82" w14:textId="574A0E2C" w:rsidR="00A469D7" w:rsidRPr="00A469D7" w:rsidRDefault="00A469D7" w:rsidP="00DA751C">
      <w:pPr>
        <w:jc w:val="center"/>
        <w:rPr>
          <w:b/>
          <w:sz w:val="24"/>
          <w:szCs w:val="24"/>
        </w:rPr>
      </w:pPr>
      <w:r w:rsidRPr="00A469D7">
        <w:rPr>
          <w:b/>
          <w:bCs/>
          <w:sz w:val="24"/>
          <w:szCs w:val="24"/>
        </w:rPr>
        <w:t>Revize 00</w:t>
      </w:r>
    </w:p>
    <w:p w14:paraId="2799271B" w14:textId="77777777" w:rsidR="00DA751C" w:rsidRDefault="00DA751C" w:rsidP="00DA751C">
      <w:pPr>
        <w:jc w:val="center"/>
      </w:pPr>
    </w:p>
    <w:p w14:paraId="397E00B0" w14:textId="77777777" w:rsidR="00DA751C" w:rsidRDefault="00DA751C" w:rsidP="00DA751C">
      <w:pPr>
        <w:rPr>
          <w:b/>
        </w:rPr>
      </w:pPr>
    </w:p>
    <w:p w14:paraId="31ED3D86" w14:textId="77777777" w:rsidR="00DA751C" w:rsidRDefault="00DA751C" w:rsidP="00DA751C">
      <w:pPr>
        <w:rPr>
          <w:b/>
        </w:rPr>
      </w:pPr>
    </w:p>
    <w:p w14:paraId="2784C7B5" w14:textId="1130E3BC" w:rsidR="00733593" w:rsidRDefault="00733593" w:rsidP="00DA751C">
      <w:pPr>
        <w:rPr>
          <w:b/>
        </w:rPr>
      </w:pPr>
    </w:p>
    <w:p w14:paraId="755E127F" w14:textId="77777777" w:rsidR="00DA751C" w:rsidRDefault="00DA751C" w:rsidP="00DA751C">
      <w:pPr>
        <w:rPr>
          <w:b/>
        </w:rPr>
      </w:pPr>
    </w:p>
    <w:p w14:paraId="34F883A7" w14:textId="77777777" w:rsidR="00DA751C" w:rsidRDefault="00DA751C" w:rsidP="00DA751C">
      <w:pPr>
        <w:rPr>
          <w:b/>
        </w:rPr>
      </w:pPr>
    </w:p>
    <w:p w14:paraId="3CDF7EB3" w14:textId="77777777" w:rsidR="00DA751C" w:rsidRDefault="00DA751C" w:rsidP="00DA751C">
      <w:pPr>
        <w:rPr>
          <w:b/>
        </w:rPr>
      </w:pPr>
    </w:p>
    <w:p w14:paraId="650C7B7B" w14:textId="1E59E406" w:rsidR="00DA751C" w:rsidRPr="008E357B" w:rsidRDefault="00DA751C" w:rsidP="00DA751C">
      <w:pPr>
        <w:rPr>
          <w:b/>
          <w:sz w:val="28"/>
          <w:szCs w:val="28"/>
        </w:rPr>
      </w:pPr>
      <w:r w:rsidRPr="00821CA0">
        <w:rPr>
          <w:sz w:val="24"/>
          <w:szCs w:val="24"/>
        </w:rPr>
        <w:t xml:space="preserve">Název </w:t>
      </w:r>
      <w:r w:rsidR="002E6519" w:rsidRPr="00821CA0">
        <w:rPr>
          <w:sz w:val="24"/>
          <w:szCs w:val="24"/>
        </w:rPr>
        <w:t>zakázky:</w:t>
      </w:r>
      <w:r w:rsidRPr="00821CA0">
        <w:rPr>
          <w:sz w:val="28"/>
          <w:szCs w:val="28"/>
        </w:rPr>
        <w:tab/>
      </w:r>
      <w:r w:rsidR="00701894">
        <w:rPr>
          <w:rFonts w:cs="Arial"/>
          <w:b/>
          <w:sz w:val="28"/>
          <w:szCs w:val="28"/>
        </w:rPr>
        <w:t>FVE ZŠ Jana Babáka</w:t>
      </w:r>
    </w:p>
    <w:p w14:paraId="2AEA1173" w14:textId="77777777" w:rsidR="00DA751C" w:rsidRDefault="00DA751C" w:rsidP="00DA751C"/>
    <w:p w14:paraId="70AC349A" w14:textId="6C8EA7B8" w:rsidR="00DA751C" w:rsidRPr="008E357B" w:rsidRDefault="00DA751C" w:rsidP="00DA751C">
      <w:pPr>
        <w:rPr>
          <w:b/>
          <w:bCs/>
          <w:sz w:val="28"/>
          <w:szCs w:val="28"/>
        </w:rPr>
      </w:pPr>
      <w:r>
        <w:rPr>
          <w:sz w:val="24"/>
        </w:rPr>
        <w:t xml:space="preserve">Číslo </w:t>
      </w:r>
      <w:proofErr w:type="gramStart"/>
      <w:r>
        <w:rPr>
          <w:sz w:val="24"/>
        </w:rPr>
        <w:t>zakázky :</w:t>
      </w:r>
      <w:proofErr w:type="gramEnd"/>
      <w:r>
        <w:rPr>
          <w:sz w:val="24"/>
        </w:rPr>
        <w:tab/>
      </w:r>
      <w:r w:rsidRPr="008E357B">
        <w:rPr>
          <w:b/>
          <w:bCs/>
          <w:sz w:val="28"/>
          <w:szCs w:val="28"/>
        </w:rPr>
        <w:t>Z0</w:t>
      </w:r>
      <w:r w:rsidR="00917B8B">
        <w:rPr>
          <w:b/>
          <w:bCs/>
          <w:sz w:val="28"/>
          <w:szCs w:val="28"/>
        </w:rPr>
        <w:t>2</w:t>
      </w:r>
      <w:r w:rsidR="00701894">
        <w:rPr>
          <w:b/>
          <w:bCs/>
          <w:sz w:val="28"/>
          <w:szCs w:val="28"/>
        </w:rPr>
        <w:t>1058</w:t>
      </w:r>
    </w:p>
    <w:p w14:paraId="196AF142" w14:textId="37303A1F" w:rsidR="00DA751C" w:rsidRDefault="00775A9F" w:rsidP="00775A9F">
      <w:pPr>
        <w:tabs>
          <w:tab w:val="left" w:pos="6950"/>
        </w:tabs>
        <w:rPr>
          <w:sz w:val="24"/>
        </w:rPr>
      </w:pPr>
      <w:r>
        <w:rPr>
          <w:sz w:val="24"/>
        </w:rPr>
        <w:tab/>
      </w:r>
    </w:p>
    <w:p w14:paraId="36B62773" w14:textId="77777777" w:rsidR="00DA751C" w:rsidRDefault="00DA751C" w:rsidP="00DA751C">
      <w:pPr>
        <w:rPr>
          <w:sz w:val="24"/>
        </w:rPr>
      </w:pPr>
    </w:p>
    <w:p w14:paraId="33BF19FA" w14:textId="77777777" w:rsidR="00DA751C" w:rsidRDefault="00DA751C" w:rsidP="00DA751C">
      <w:pPr>
        <w:rPr>
          <w:sz w:val="24"/>
        </w:rPr>
      </w:pPr>
    </w:p>
    <w:p w14:paraId="45546429" w14:textId="77777777" w:rsidR="00DA751C" w:rsidRDefault="00DA751C" w:rsidP="00DA751C">
      <w:pPr>
        <w:rPr>
          <w:sz w:val="24"/>
        </w:rPr>
      </w:pPr>
    </w:p>
    <w:p w14:paraId="519358A7" w14:textId="77777777" w:rsidR="00DA751C" w:rsidRDefault="00DA751C" w:rsidP="00DA751C">
      <w:pPr>
        <w:rPr>
          <w:sz w:val="24"/>
        </w:rPr>
      </w:pPr>
    </w:p>
    <w:p w14:paraId="1CBCDDC1" w14:textId="77777777" w:rsidR="00DA751C" w:rsidRDefault="00DA751C" w:rsidP="00DA751C">
      <w:pPr>
        <w:ind w:left="2124" w:firstLine="708"/>
        <w:rPr>
          <w:sz w:val="24"/>
        </w:rPr>
      </w:pPr>
    </w:p>
    <w:p w14:paraId="1493FBD9" w14:textId="1073FAA1" w:rsidR="00DA751C" w:rsidRDefault="00DA751C" w:rsidP="00DA751C">
      <w:pPr>
        <w:rPr>
          <w:b/>
          <w:sz w:val="24"/>
        </w:rPr>
      </w:pPr>
      <w:proofErr w:type="gramStart"/>
      <w:r>
        <w:rPr>
          <w:sz w:val="24"/>
        </w:rPr>
        <w:t>Vypracoval :</w:t>
      </w:r>
      <w:proofErr w:type="gramEnd"/>
      <w:r>
        <w:rPr>
          <w:sz w:val="24"/>
        </w:rPr>
        <w:tab/>
      </w:r>
      <w:r>
        <w:rPr>
          <w:sz w:val="24"/>
        </w:rPr>
        <w:tab/>
      </w:r>
      <w:r w:rsidR="007511BA">
        <w:rPr>
          <w:b/>
          <w:sz w:val="24"/>
        </w:rPr>
        <w:t xml:space="preserve">Ing. </w:t>
      </w:r>
      <w:r w:rsidR="00917B8B">
        <w:rPr>
          <w:b/>
          <w:sz w:val="24"/>
        </w:rPr>
        <w:t>Peter Petrič</w:t>
      </w:r>
      <w:r>
        <w:rPr>
          <w:sz w:val="24"/>
        </w:rPr>
        <w:tab/>
        <w:t xml:space="preserve">  </w:t>
      </w:r>
      <w:r>
        <w:rPr>
          <w:sz w:val="24"/>
        </w:rPr>
        <w:tab/>
      </w:r>
      <w:r>
        <w:rPr>
          <w:sz w:val="24"/>
        </w:rPr>
        <w:tab/>
        <w:t xml:space="preserve">    </w:t>
      </w:r>
      <w:r>
        <w:rPr>
          <w:sz w:val="24"/>
        </w:rPr>
        <w:tab/>
      </w:r>
      <w:r>
        <w:rPr>
          <w:sz w:val="24"/>
        </w:rPr>
        <w:tab/>
        <w:t xml:space="preserve"> </w:t>
      </w:r>
      <w:r w:rsidR="00733593">
        <w:rPr>
          <w:sz w:val="24"/>
        </w:rPr>
        <w:tab/>
      </w:r>
      <w:r w:rsidR="00D31211">
        <w:rPr>
          <w:sz w:val="24"/>
        </w:rPr>
        <w:t xml:space="preserve"> </w:t>
      </w:r>
      <w:r>
        <w:rPr>
          <w:sz w:val="24"/>
        </w:rPr>
        <w:t>Dne :</w:t>
      </w:r>
      <w:r>
        <w:rPr>
          <w:sz w:val="24"/>
        </w:rPr>
        <w:tab/>
      </w:r>
      <w:r w:rsidR="00701894">
        <w:rPr>
          <w:sz w:val="24"/>
        </w:rPr>
        <w:t>24</w:t>
      </w:r>
      <w:r>
        <w:rPr>
          <w:sz w:val="24"/>
        </w:rPr>
        <w:t>.</w:t>
      </w:r>
      <w:r w:rsidR="00817752">
        <w:rPr>
          <w:sz w:val="24"/>
        </w:rPr>
        <w:t>02</w:t>
      </w:r>
      <w:r>
        <w:rPr>
          <w:sz w:val="24"/>
        </w:rPr>
        <w:t>.20</w:t>
      </w:r>
      <w:r w:rsidR="00917B8B">
        <w:rPr>
          <w:sz w:val="24"/>
        </w:rPr>
        <w:t>2</w:t>
      </w:r>
      <w:r w:rsidR="007F12B0">
        <w:rPr>
          <w:sz w:val="24"/>
        </w:rPr>
        <w:t>3</w:t>
      </w:r>
    </w:p>
    <w:p w14:paraId="62D842A9" w14:textId="77777777" w:rsidR="00DA751C" w:rsidRDefault="00DA751C" w:rsidP="00DA751C">
      <w:pPr>
        <w:rPr>
          <w:b/>
          <w:sz w:val="24"/>
        </w:rPr>
      </w:pPr>
    </w:p>
    <w:p w14:paraId="7A522B25" w14:textId="77777777" w:rsidR="007754BE" w:rsidRDefault="007754BE" w:rsidP="007754BE">
      <w:pPr>
        <w:pStyle w:val="Obsah1"/>
        <w:rPr>
          <w:sz w:val="28"/>
          <w:szCs w:val="28"/>
        </w:rPr>
      </w:pPr>
    </w:p>
    <w:p w14:paraId="2FADDBF1" w14:textId="77777777" w:rsidR="00BC5BB0" w:rsidRDefault="007754BE">
      <w:pPr>
        <w:jc w:val="left"/>
        <w:rPr>
          <w:rFonts w:cs="Arial"/>
          <w:b/>
          <w:sz w:val="28"/>
          <w:szCs w:val="28"/>
        </w:rPr>
      </w:pPr>
      <w:r>
        <w:rPr>
          <w:sz w:val="28"/>
          <w:szCs w:val="28"/>
        </w:rPr>
        <w:br w:type="page"/>
      </w:r>
    </w:p>
    <w:tbl>
      <w:tblPr>
        <w:tblW w:w="1024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80"/>
        <w:gridCol w:w="760"/>
        <w:gridCol w:w="3640"/>
        <w:gridCol w:w="2200"/>
        <w:gridCol w:w="1660"/>
        <w:gridCol w:w="1300"/>
      </w:tblGrid>
      <w:tr w:rsidR="00FF7B8A" w:rsidRPr="00FF7B8A" w14:paraId="44B4ADF5" w14:textId="77777777" w:rsidTr="00FF7B8A">
        <w:trPr>
          <w:trHeight w:val="72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1BED4DD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FF7B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lastRenderedPageBreak/>
              <w:t>Pol.č</w:t>
            </w:r>
            <w:proofErr w:type="spellEnd"/>
            <w:r w:rsidRPr="00FF7B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F8DDA2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Množ.</w:t>
            </w:r>
          </w:p>
        </w:tc>
        <w:tc>
          <w:tcPr>
            <w:tcW w:w="3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65B3DF0" w14:textId="77777777" w:rsidR="00FF7B8A" w:rsidRPr="00FF7B8A" w:rsidRDefault="00FF7B8A" w:rsidP="00FF7B8A">
            <w:pPr>
              <w:jc w:val="left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Název</w:t>
            </w:r>
          </w:p>
        </w:tc>
        <w:tc>
          <w:tcPr>
            <w:tcW w:w="22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563DF80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Typ</w:t>
            </w:r>
          </w:p>
        </w:tc>
        <w:tc>
          <w:tcPr>
            <w:tcW w:w="16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21DFF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Výrobce</w:t>
            </w:r>
          </w:p>
        </w:tc>
        <w:tc>
          <w:tcPr>
            <w:tcW w:w="130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C59A13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 w:rsidRPr="00FF7B8A">
              <w:rPr>
                <w:rFonts w:ascii="Calibri" w:hAnsi="Calibri"/>
                <w:b/>
                <w:bCs/>
                <w:sz w:val="22"/>
                <w:szCs w:val="22"/>
              </w:rPr>
              <w:t>Pozn</w:t>
            </w:r>
          </w:p>
        </w:tc>
      </w:tr>
      <w:tr w:rsidR="00FF7B8A" w:rsidRPr="00FF7B8A" w14:paraId="62B75A9B" w14:textId="77777777" w:rsidTr="00FF7B8A">
        <w:trPr>
          <w:trHeight w:val="30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26EF0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6CC59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4008" w14:textId="2209280C" w:rsidR="00FF7B8A" w:rsidRPr="00FF7B8A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RAC1</w:t>
            </w:r>
          </w:p>
        </w:tc>
      </w:tr>
      <w:tr w:rsidR="00FF7B8A" w:rsidRPr="00FF7B8A" w14:paraId="387C60D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1BD522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CC579C" w14:textId="5886E938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49E8D8" w14:textId="2D040525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7672E6" w14:textId="53043CFD" w:rsidR="00FF7B8A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200</w:t>
            </w:r>
            <w:r w:rsidR="00F80A9E">
              <w:rPr>
                <w:rFonts w:ascii="Calibri" w:hAnsi="Calibri"/>
                <w:color w:val="000000"/>
              </w:rPr>
              <w:t>A</w:t>
            </w:r>
            <w:proofErr w:type="gramEnd"/>
            <w:r w:rsidR="00F80A9E">
              <w:rPr>
                <w:rFonts w:ascii="Calibri" w:hAnsi="Calibri"/>
                <w:color w:val="000000"/>
              </w:rPr>
              <w:t>/B/3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229F85" w14:textId="60F37C1C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E9379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4E4F90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10188" w14:textId="6C31412C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</w:t>
            </w:r>
            <w:r w:rsidR="00817752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24AFB3" w14:textId="60EFD3A9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753214" w14:textId="15FEE461" w:rsidR="00FF7B8A" w:rsidRPr="00FF7B8A" w:rsidRDefault="00FF7B8A" w:rsidP="00FF7B8A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F111E" w14:textId="1FD1D14C" w:rsidR="00FF7B8A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160</w:t>
            </w:r>
            <w:r w:rsidR="00F80A9E">
              <w:rPr>
                <w:rFonts w:ascii="Calibri" w:hAnsi="Calibri"/>
                <w:color w:val="000000"/>
              </w:rPr>
              <w:t>A</w:t>
            </w:r>
            <w:proofErr w:type="gramEnd"/>
            <w:r w:rsidR="00F80A9E">
              <w:rPr>
                <w:rFonts w:ascii="Calibri" w:hAnsi="Calibri"/>
                <w:color w:val="000000"/>
              </w:rPr>
              <w:t>/B/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107C4D" w14:textId="613CFC45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D45A1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248360F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3306BF" w14:textId="2634FDBD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</w:t>
            </w:r>
            <w:r w:rsidR="00817752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968882" w14:textId="79E447E2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FFA2C4" w14:textId="4B3EE187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14143E" w14:textId="5AABB5FD" w:rsidR="00FF7B8A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80</w:t>
            </w:r>
            <w:r w:rsidR="00F80A9E">
              <w:rPr>
                <w:rFonts w:ascii="Calibri" w:hAnsi="Calibri"/>
                <w:color w:val="000000"/>
              </w:rPr>
              <w:t>A</w:t>
            </w:r>
            <w:proofErr w:type="gramEnd"/>
            <w:r w:rsidR="00F80A9E">
              <w:rPr>
                <w:rFonts w:ascii="Calibri" w:hAnsi="Calibri"/>
                <w:color w:val="000000"/>
              </w:rPr>
              <w:t>/B/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595C99" w14:textId="028DFEB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23DC4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817752" w:rsidRPr="00FF7B8A" w14:paraId="2EE3B997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C22C5E" w14:textId="2BB6EF9A" w:rsidR="00817752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2D00D2" w14:textId="715391CC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8536B5" w14:textId="0C860A3E" w:rsidR="00817752" w:rsidRDefault="00817752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07CFE" w14:textId="3284FEFF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50A</w:t>
            </w:r>
            <w:proofErr w:type="gramEnd"/>
            <w:r>
              <w:rPr>
                <w:rFonts w:ascii="Calibri" w:hAnsi="Calibri"/>
                <w:color w:val="000000"/>
              </w:rPr>
              <w:t>/B/3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1801CE" w14:textId="77777777" w:rsidR="00817752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9F409" w14:textId="77777777" w:rsidR="00817752" w:rsidRPr="00FF7B8A" w:rsidRDefault="0081775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0C98C19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4EBD95" w14:textId="7A41E151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1.</w:t>
            </w:r>
            <w:r w:rsidR="00817752">
              <w:rPr>
                <w:rFonts w:ascii="Calibri" w:hAnsi="Calibri"/>
                <w:color w:val="000000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CBEFB2" w14:textId="239569B5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B74F16" w14:textId="29E31CC6" w:rsidR="00FF7B8A" w:rsidRPr="00FF7B8A" w:rsidRDefault="002C1258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Instalační s</w:t>
            </w:r>
            <w:r w:rsidR="00701894">
              <w:rPr>
                <w:rFonts w:ascii="Calibri" w:hAnsi="Calibri"/>
                <w:color w:val="000000"/>
              </w:rPr>
              <w:t>tykač</w:t>
            </w:r>
            <w:r>
              <w:rPr>
                <w:rFonts w:ascii="Calibri" w:hAnsi="Calibri"/>
                <w:color w:val="000000"/>
              </w:rPr>
              <w:t xml:space="preserve"> 4NO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1ED83" w14:textId="2ABD3B5D" w:rsidR="00FF7B8A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5</w:t>
            </w:r>
            <w:r w:rsidR="002C1258">
              <w:rPr>
                <w:rFonts w:ascii="Calibri" w:hAnsi="Calibri"/>
                <w:color w:val="000000"/>
              </w:rPr>
              <w:t>0A</w:t>
            </w:r>
            <w:proofErr w:type="gramEnd"/>
            <w:r w:rsidR="002C1258">
              <w:rPr>
                <w:rFonts w:ascii="Calibri" w:hAnsi="Calibri"/>
                <w:color w:val="000000"/>
              </w:rPr>
              <w:t>/230VAC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E1916F" w14:textId="288D1B04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9516C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817752" w:rsidRPr="00FF7B8A" w14:paraId="1E1B95E5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9964A7" w14:textId="63B8EAC3" w:rsidR="00817752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B73C00" w14:textId="4813180D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85A3F7" w14:textId="03926DF5" w:rsidR="00817752" w:rsidRDefault="00817752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Instalační stykač 4NO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F01E03" w14:textId="53C53F9A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80A</w:t>
            </w:r>
            <w:proofErr w:type="gramEnd"/>
            <w:r>
              <w:rPr>
                <w:rFonts w:ascii="Calibri" w:hAnsi="Calibri"/>
                <w:color w:val="000000"/>
              </w:rPr>
              <w:t>/230VAC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BC267E" w14:textId="77777777" w:rsidR="00817752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D7B99" w14:textId="77777777" w:rsidR="00817752" w:rsidRPr="00FF7B8A" w:rsidRDefault="0081775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02B9320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3FDFD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393CC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  <w:r w:rsidRPr="00FF7B8A">
              <w:rPr>
                <w:rFonts w:ascii="Calibri" w:hAnsi="Calibri"/>
                <w:b/>
                <w:bCs/>
                <w:color w:val="000000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059DE7D" w14:textId="3EC93267" w:rsidR="00FF7B8A" w:rsidRPr="00FF7B8A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RAC2</w:t>
            </w:r>
          </w:p>
        </w:tc>
      </w:tr>
      <w:tr w:rsidR="00701894" w:rsidRPr="00FF7B8A" w14:paraId="466DD82C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206C6B" w14:textId="6BAA8550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FF7B8A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EC2083" w14:textId="77777777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A80912" w14:textId="4121CC8B" w:rsidR="00701894" w:rsidRPr="00FF7B8A" w:rsidRDefault="00701894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0DC51" w14:textId="4ACCAE4D" w:rsidR="00701894" w:rsidRPr="00FF7B8A" w:rsidRDefault="00817752" w:rsidP="002B6A1C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160</w:t>
            </w:r>
            <w:r w:rsidR="00F80A9E">
              <w:rPr>
                <w:rFonts w:ascii="Calibri" w:hAnsi="Calibri"/>
                <w:color w:val="000000"/>
              </w:rPr>
              <w:t>A</w:t>
            </w:r>
            <w:proofErr w:type="gramEnd"/>
            <w:r w:rsidR="00F80A9E">
              <w:rPr>
                <w:rFonts w:ascii="Calibri" w:hAnsi="Calibri"/>
                <w:color w:val="000000"/>
              </w:rPr>
              <w:t>/B/3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C0F506" w14:textId="77777777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84F312" w14:textId="77777777" w:rsidR="00701894" w:rsidRPr="00FF7B8A" w:rsidRDefault="00701894" w:rsidP="002B6A1C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701894" w:rsidRPr="00FF7B8A" w14:paraId="7BB6F600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7820AF" w14:textId="3568226E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FF7B8A">
              <w:rPr>
                <w:rFonts w:ascii="Calibri" w:hAnsi="Calibri"/>
                <w:color w:val="000000"/>
              </w:rPr>
              <w:t>.</w:t>
            </w:r>
            <w:r w:rsidR="00817752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8AAB53" w14:textId="77777777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DB4925" w14:textId="0B7A9863" w:rsidR="00701894" w:rsidRPr="00FF7B8A" w:rsidRDefault="00701894" w:rsidP="002B6A1C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9200E8" w14:textId="3634009E" w:rsidR="00701894" w:rsidRPr="00FF7B8A" w:rsidRDefault="00817752" w:rsidP="002B6A1C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125</w:t>
            </w:r>
            <w:r w:rsidR="00F80A9E">
              <w:rPr>
                <w:rFonts w:ascii="Calibri" w:hAnsi="Calibri"/>
                <w:color w:val="000000"/>
              </w:rPr>
              <w:t>A</w:t>
            </w:r>
            <w:proofErr w:type="gramEnd"/>
            <w:r w:rsidR="00F80A9E">
              <w:rPr>
                <w:rFonts w:ascii="Calibri" w:hAnsi="Calibri"/>
                <w:color w:val="000000"/>
              </w:rPr>
              <w:t>/B/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39B6DA" w14:textId="77777777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87256" w14:textId="77777777" w:rsidR="00701894" w:rsidRPr="00FF7B8A" w:rsidRDefault="00701894" w:rsidP="002B6A1C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701894" w:rsidRPr="00FF7B8A" w14:paraId="27D0AF67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85703" w14:textId="7C73A6F8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FF7B8A">
              <w:rPr>
                <w:rFonts w:ascii="Calibri" w:hAnsi="Calibri"/>
                <w:color w:val="000000"/>
              </w:rPr>
              <w:t>.</w:t>
            </w:r>
            <w:r w:rsidR="00817752"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ECF0E" w14:textId="5236CF00" w:rsidR="00701894" w:rsidRPr="00FF7B8A" w:rsidRDefault="00817752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5A1212" w14:textId="505BCBA1" w:rsidR="00701894" w:rsidRPr="00FF7B8A" w:rsidRDefault="00701894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Jistič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74090B" w14:textId="52377FF0" w:rsidR="00701894" w:rsidRPr="00FF7B8A" w:rsidRDefault="00817752" w:rsidP="002B6A1C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50</w:t>
            </w:r>
            <w:r w:rsidR="00F80A9E">
              <w:rPr>
                <w:rFonts w:ascii="Calibri" w:hAnsi="Calibri"/>
                <w:color w:val="000000"/>
              </w:rPr>
              <w:t>A</w:t>
            </w:r>
            <w:proofErr w:type="gramEnd"/>
            <w:r w:rsidR="00F80A9E">
              <w:rPr>
                <w:rFonts w:ascii="Calibri" w:hAnsi="Calibri"/>
                <w:color w:val="000000"/>
              </w:rPr>
              <w:t>/B/</w:t>
            </w:r>
            <w:r>
              <w:rPr>
                <w:rFonts w:ascii="Calibri" w:hAnsi="Calibri"/>
                <w:color w:val="000000"/>
              </w:rPr>
              <w:t>3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8BAFEF" w14:textId="77777777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91B7F" w14:textId="77777777" w:rsidR="00701894" w:rsidRPr="00FF7B8A" w:rsidRDefault="00701894" w:rsidP="002B6A1C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701894" w:rsidRPr="00FF7B8A" w14:paraId="3FEF7C4F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E5DB36" w14:textId="0702F2DE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  <w:r w:rsidRPr="00FF7B8A">
              <w:rPr>
                <w:rFonts w:ascii="Calibri" w:hAnsi="Calibri"/>
                <w:color w:val="000000"/>
              </w:rPr>
              <w:t>.</w:t>
            </w:r>
            <w:r w:rsidR="00817752"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176376" w14:textId="4E6CA6E1" w:rsidR="00701894" w:rsidRPr="00FF7B8A" w:rsidRDefault="00817752" w:rsidP="002B6A1C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4F6C39" w14:textId="1F09763F" w:rsidR="00701894" w:rsidRPr="00FF7B8A" w:rsidRDefault="002C1258" w:rsidP="002B6A1C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Instalační s</w:t>
            </w:r>
            <w:r w:rsidR="00701894">
              <w:rPr>
                <w:rFonts w:ascii="Calibri" w:hAnsi="Calibri"/>
                <w:color w:val="000000"/>
              </w:rPr>
              <w:t xml:space="preserve">tykač </w:t>
            </w:r>
            <w:r>
              <w:rPr>
                <w:rFonts w:ascii="Calibri" w:hAnsi="Calibri"/>
                <w:color w:val="000000"/>
              </w:rPr>
              <w:t>4NO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F7B60E" w14:textId="4DDAAF67" w:rsidR="00701894" w:rsidRPr="00FF7B8A" w:rsidRDefault="00817752" w:rsidP="002B6A1C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5</w:t>
            </w:r>
            <w:r w:rsidR="002C1258">
              <w:rPr>
                <w:rFonts w:ascii="Calibri" w:hAnsi="Calibri"/>
                <w:color w:val="000000"/>
              </w:rPr>
              <w:t>0A</w:t>
            </w:r>
            <w:proofErr w:type="gramEnd"/>
            <w:r w:rsidR="002C1258">
              <w:rPr>
                <w:rFonts w:ascii="Calibri" w:hAnsi="Calibri"/>
                <w:color w:val="000000"/>
              </w:rPr>
              <w:t>/230VAC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FE790" w14:textId="77777777" w:rsidR="00701894" w:rsidRPr="00FF7B8A" w:rsidRDefault="00701894" w:rsidP="002B6A1C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36D29" w14:textId="77777777" w:rsidR="00701894" w:rsidRPr="00FF7B8A" w:rsidRDefault="00701894" w:rsidP="002B6A1C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701894" w:rsidRPr="00FF7B8A" w14:paraId="424E726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54584" w14:textId="77777777" w:rsidR="00701894" w:rsidRPr="00FF7B8A" w:rsidRDefault="00701894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8C7EC" w14:textId="77777777" w:rsidR="00701894" w:rsidRPr="00FF7B8A" w:rsidRDefault="00701894" w:rsidP="00FF7B8A">
            <w:pPr>
              <w:jc w:val="center"/>
              <w:rPr>
                <w:rFonts w:ascii="Calibri" w:hAnsi="Calibri"/>
                <w:b/>
                <w:bCs/>
                <w:color w:val="000000"/>
              </w:rPr>
            </w:pP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40A82F3" w14:textId="77777777" w:rsidR="00701894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</w:p>
        </w:tc>
      </w:tr>
      <w:tr w:rsidR="00FF7B8A" w:rsidRPr="00FF7B8A" w14:paraId="102BBFAA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98176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86ABA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39C4" w14:textId="03BA6FE8" w:rsidR="00FF7B8A" w:rsidRPr="00FF7B8A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RDC</w:t>
            </w:r>
            <w:r w:rsidR="00817752">
              <w:rPr>
                <w:rFonts w:ascii="Calibri" w:hAnsi="Calibri"/>
                <w:b/>
                <w:bCs/>
                <w:color w:val="0000FF"/>
              </w:rPr>
              <w:t>1</w:t>
            </w:r>
            <w:r>
              <w:rPr>
                <w:rFonts w:ascii="Calibri" w:hAnsi="Calibri"/>
                <w:b/>
                <w:bCs/>
                <w:color w:val="0000FF"/>
              </w:rPr>
              <w:t>.</w:t>
            </w:r>
            <w:r w:rsidR="00817752">
              <w:rPr>
                <w:rFonts w:ascii="Calibri" w:hAnsi="Calibri"/>
                <w:b/>
                <w:bCs/>
                <w:color w:val="0000FF"/>
              </w:rPr>
              <w:t>2</w:t>
            </w:r>
          </w:p>
        </w:tc>
      </w:tr>
      <w:tr w:rsidR="00FF7B8A" w:rsidRPr="00FF7B8A" w14:paraId="12DAA8A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649DB8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3.1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038831" w14:textId="70A48C68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8C8C74" w14:textId="7544D01D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Pojistkový odpojovač </w:t>
            </w:r>
            <w:r w:rsidR="00486762">
              <w:rPr>
                <w:rFonts w:ascii="Calibri" w:hAnsi="Calibri"/>
                <w:color w:val="000000"/>
              </w:rPr>
              <w:t>10x38mm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F51103" w14:textId="4E8D664D" w:rsidR="00FF7B8A" w:rsidRPr="00FF7B8A" w:rsidRDefault="0048676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25A</w:t>
            </w:r>
            <w:proofErr w:type="gramEnd"/>
            <w:r>
              <w:rPr>
                <w:rFonts w:ascii="Calibri" w:hAnsi="Calibri"/>
                <w:color w:val="000000"/>
              </w:rPr>
              <w:t>/2p</w:t>
            </w:r>
            <w:r w:rsidR="00FF7B8A" w:rsidRPr="00FF7B8A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9A75E1" w14:textId="4A615969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A9381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5B4E0C4A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4A24C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3.2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532E14" w14:textId="6FBC6D63" w:rsidR="00FF7B8A" w:rsidRPr="00FF7B8A" w:rsidRDefault="0070189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21B8165" w14:textId="2089ACFF" w:rsidR="00FF7B8A" w:rsidRPr="00FF7B8A" w:rsidRDefault="00701894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DC pojistka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3FC825" w14:textId="1CB3CF0A" w:rsidR="00FF7B8A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E2614" w14:textId="13AFE90A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7CA06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3B969F1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A50FE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3.3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41FF82" w14:textId="06E2B96A" w:rsidR="00FF7B8A" w:rsidRPr="00FF7B8A" w:rsidRDefault="00E42429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3F2E6" w14:textId="6A674F08" w:rsidR="00FF7B8A" w:rsidRPr="00FF7B8A" w:rsidRDefault="00E42429" w:rsidP="00FF7B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Svodič přepětí DC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A1EC5" w14:textId="2A14FBB0" w:rsidR="00FF7B8A" w:rsidRPr="00FF7B8A" w:rsidRDefault="00E42429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SLP-PV </w:t>
            </w:r>
            <w:proofErr w:type="gramStart"/>
            <w:r>
              <w:rPr>
                <w:rFonts w:ascii="Calibri" w:hAnsi="Calibri"/>
              </w:rPr>
              <w:t>1000V</w:t>
            </w:r>
            <w:proofErr w:type="gramEnd"/>
            <w:r>
              <w:rPr>
                <w:rFonts w:ascii="Calibri" w:hAnsi="Calibri"/>
              </w:rPr>
              <w:t>/Y typ 2</w:t>
            </w:r>
            <w:r w:rsidR="00FF7B8A"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B54C5" w14:textId="2C2D31F9" w:rsidR="00FF7B8A" w:rsidRPr="00FF7B8A" w:rsidRDefault="00E42429" w:rsidP="00FF7B8A">
            <w:pPr>
              <w:jc w:val="center"/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Saltek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FBDF1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0EA72F12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31033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14740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72A1B" w14:textId="10BEEF91" w:rsidR="00FF7B8A" w:rsidRPr="00FF7B8A" w:rsidRDefault="00701894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RDC</w:t>
            </w:r>
            <w:r w:rsidR="00817752">
              <w:rPr>
                <w:rFonts w:ascii="Calibri" w:hAnsi="Calibri"/>
                <w:b/>
                <w:bCs/>
                <w:color w:val="0000FF"/>
              </w:rPr>
              <w:t>1</w:t>
            </w:r>
            <w:r>
              <w:rPr>
                <w:rFonts w:ascii="Calibri" w:hAnsi="Calibri"/>
                <w:b/>
                <w:bCs/>
                <w:color w:val="0000FF"/>
              </w:rPr>
              <w:t>.</w:t>
            </w:r>
            <w:r w:rsidR="00817752">
              <w:rPr>
                <w:rFonts w:ascii="Calibri" w:hAnsi="Calibri"/>
                <w:b/>
                <w:bCs/>
                <w:color w:val="0000FF"/>
              </w:rPr>
              <w:t>3</w:t>
            </w:r>
          </w:p>
        </w:tc>
      </w:tr>
      <w:tr w:rsidR="00FF7B8A" w:rsidRPr="00FF7B8A" w14:paraId="6F7F5B30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C5702C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4.1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6D2F63" w14:textId="258C0FAB" w:rsidR="00FF7B8A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BFB5EA" w14:textId="4741E747" w:rsidR="00FF7B8A" w:rsidRPr="00FF7B8A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Pojistkový odpojovač </w:t>
            </w:r>
            <w:r w:rsidR="00486762">
              <w:rPr>
                <w:rFonts w:ascii="Calibri" w:hAnsi="Calibri"/>
                <w:color w:val="000000"/>
              </w:rPr>
              <w:t>10x38mm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B2C0C1" w14:textId="79632092" w:rsidR="00FF7B8A" w:rsidRPr="00FF7B8A" w:rsidRDefault="0048676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25A</w:t>
            </w:r>
            <w:proofErr w:type="gramEnd"/>
            <w:r>
              <w:rPr>
                <w:rFonts w:ascii="Calibri" w:hAnsi="Calibri"/>
                <w:color w:val="000000"/>
              </w:rPr>
              <w:t>/2p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997192" w14:textId="07EC5C7B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6D67D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2CD6C56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DA4238" w14:textId="77777777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4.2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2B0288" w14:textId="03C49E75" w:rsidR="00FF7B8A" w:rsidRPr="00FF7B8A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0D1157" w14:textId="1AE30A02" w:rsidR="00FF7B8A" w:rsidRPr="00FF7B8A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DC pojistka pro FV </w:t>
            </w: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5F3310" w14:textId="007A8D7F" w:rsidR="00FF7B8A" w:rsidRPr="00FF7B8A" w:rsidRDefault="00F80A9E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36BB69" w14:textId="11A496DB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99BD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773E3" w:rsidRPr="00FF7B8A" w14:paraId="2D4C156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827F69" w14:textId="20A60D31" w:rsidR="00F773E3" w:rsidRPr="00FF7B8A" w:rsidRDefault="00E41A6A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5EA8E0" w14:textId="744EB0D3" w:rsidR="00F773E3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16907" w14:textId="195DA60B" w:rsidR="00F773E3" w:rsidRPr="00FF7B8A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Svodič přepětí DC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6E83E" w14:textId="2588D5B0" w:rsidR="00F773E3" w:rsidRPr="00FF7B8A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SLP-PV </w:t>
            </w:r>
            <w:proofErr w:type="gramStart"/>
            <w:r>
              <w:rPr>
                <w:rFonts w:ascii="Calibri" w:hAnsi="Calibri"/>
                <w:color w:val="000000"/>
              </w:rPr>
              <w:t>1000V</w:t>
            </w:r>
            <w:proofErr w:type="gramEnd"/>
            <w:r>
              <w:rPr>
                <w:rFonts w:ascii="Calibri" w:hAnsi="Calibri"/>
                <w:color w:val="000000"/>
              </w:rPr>
              <w:t>/Y typ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85CED" w14:textId="02006C66" w:rsidR="00F773E3" w:rsidRPr="00FF7B8A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Saltek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1D819" w14:textId="77777777" w:rsidR="00F773E3" w:rsidRPr="00FF7B8A" w:rsidRDefault="00F773E3" w:rsidP="00FF7B8A">
            <w:pPr>
              <w:jc w:val="center"/>
              <w:rPr>
                <w:rFonts w:ascii="Calibri" w:hAnsi="Calibri"/>
              </w:rPr>
            </w:pPr>
          </w:p>
        </w:tc>
      </w:tr>
      <w:tr w:rsidR="00817752" w:rsidRPr="00FF7B8A" w14:paraId="453489BB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B496D" w14:textId="6D160F90" w:rsidR="00817752" w:rsidRPr="00FF7B8A" w:rsidRDefault="00817752" w:rsidP="00D60FFE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FCD75B" w14:textId="77777777" w:rsidR="00817752" w:rsidRPr="00FF7B8A" w:rsidRDefault="00817752" w:rsidP="00D60FFE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DE822A" w14:textId="43F20971" w:rsidR="00817752" w:rsidRPr="00FF7B8A" w:rsidRDefault="00817752" w:rsidP="00D60FFE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RDC</w:t>
            </w:r>
            <w:r>
              <w:rPr>
                <w:rFonts w:ascii="Calibri" w:hAnsi="Calibri"/>
                <w:b/>
                <w:bCs/>
                <w:color w:val="0000FF"/>
              </w:rPr>
              <w:t>2.2</w:t>
            </w:r>
          </w:p>
        </w:tc>
      </w:tr>
      <w:tr w:rsidR="00817752" w:rsidRPr="00FF7B8A" w14:paraId="13EC0AB5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94AA2C" w14:textId="50E5F808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Pr="00FF7B8A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1084A" w14:textId="0F769C89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7E276" w14:textId="77777777" w:rsidR="00817752" w:rsidRPr="00FF7B8A" w:rsidRDefault="00817752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Pojistkový odpojovač 10x38mm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77B211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25A</w:t>
            </w:r>
            <w:proofErr w:type="gramEnd"/>
            <w:r>
              <w:rPr>
                <w:rFonts w:ascii="Calibri" w:hAnsi="Calibri"/>
                <w:color w:val="000000"/>
              </w:rPr>
              <w:t>/2p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710EA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50B992" w14:textId="77777777" w:rsidR="00817752" w:rsidRPr="00FF7B8A" w:rsidRDefault="00817752" w:rsidP="00D60FFE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817752" w:rsidRPr="00FF7B8A" w14:paraId="2B03863A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636E1C" w14:textId="1F72C7AA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5.</w:t>
            </w:r>
            <w:r w:rsidRPr="00FF7B8A"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E841664" w14:textId="007333D4" w:rsidR="00817752" w:rsidRPr="00FF7B8A" w:rsidRDefault="00817752" w:rsidP="00817752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5BDB95" w14:textId="77777777" w:rsidR="00817752" w:rsidRPr="00FF7B8A" w:rsidRDefault="00817752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DC pojistka pro FV </w:t>
            </w: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03DA7E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E1D4E2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0DC62" w14:textId="77777777" w:rsidR="00817752" w:rsidRPr="00FF7B8A" w:rsidRDefault="00817752" w:rsidP="00D60FFE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817752" w:rsidRPr="00FF7B8A" w14:paraId="71B3BD30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4124C1" w14:textId="0CC1E3E8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>
              <w:rPr>
                <w:rFonts w:ascii="Calibri" w:hAnsi="Calibri"/>
                <w:color w:val="000000"/>
              </w:rPr>
              <w:t>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BD71A" w14:textId="29519F91" w:rsidR="00817752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E7FC3A" w14:textId="77777777" w:rsidR="00817752" w:rsidRPr="00FF7B8A" w:rsidRDefault="00817752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Svodič přepětí DC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C4199B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SLP-PV </w:t>
            </w:r>
            <w:proofErr w:type="gramStart"/>
            <w:r>
              <w:rPr>
                <w:rFonts w:ascii="Calibri" w:hAnsi="Calibri"/>
                <w:color w:val="000000"/>
              </w:rPr>
              <w:t>1000V</w:t>
            </w:r>
            <w:proofErr w:type="gramEnd"/>
            <w:r>
              <w:rPr>
                <w:rFonts w:ascii="Calibri" w:hAnsi="Calibri"/>
                <w:color w:val="000000"/>
              </w:rPr>
              <w:t>/Y typ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1735AA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Saltek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7307" w14:textId="77777777" w:rsidR="00817752" w:rsidRPr="00FF7B8A" w:rsidRDefault="00817752" w:rsidP="00D60FFE">
            <w:pPr>
              <w:jc w:val="center"/>
              <w:rPr>
                <w:rFonts w:ascii="Calibri" w:hAnsi="Calibri"/>
              </w:rPr>
            </w:pPr>
          </w:p>
        </w:tc>
      </w:tr>
      <w:tr w:rsidR="00817752" w:rsidRPr="00FF7B8A" w14:paraId="25BFD06B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97405" w14:textId="27A2B8D5" w:rsidR="00817752" w:rsidRPr="00FF7B8A" w:rsidRDefault="00817752" w:rsidP="00D60FFE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14B7BD" w14:textId="77777777" w:rsidR="00817752" w:rsidRPr="00FF7B8A" w:rsidRDefault="00817752" w:rsidP="00D60FFE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991EC" w14:textId="78616A98" w:rsidR="00817752" w:rsidRPr="00FF7B8A" w:rsidRDefault="00817752" w:rsidP="00D60FFE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RDC</w:t>
            </w:r>
            <w:r>
              <w:rPr>
                <w:rFonts w:ascii="Calibri" w:hAnsi="Calibri"/>
                <w:b/>
                <w:bCs/>
                <w:color w:val="0000FF"/>
              </w:rPr>
              <w:t>2.3</w:t>
            </w:r>
          </w:p>
        </w:tc>
      </w:tr>
      <w:tr w:rsidR="00817752" w:rsidRPr="00FF7B8A" w14:paraId="1F3E9627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AB6FDD" w14:textId="3AF902E3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Pr="00FF7B8A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EF46B4" w14:textId="4D44BBE5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843ED" w14:textId="77777777" w:rsidR="00817752" w:rsidRPr="00FF7B8A" w:rsidRDefault="00817752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Pojistkový odpojovač 10x38mm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D2C173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25A</w:t>
            </w:r>
            <w:proofErr w:type="gramEnd"/>
            <w:r>
              <w:rPr>
                <w:rFonts w:ascii="Calibri" w:hAnsi="Calibri"/>
                <w:color w:val="000000"/>
              </w:rPr>
              <w:t>/2p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543743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D8E10D" w14:textId="77777777" w:rsidR="00817752" w:rsidRPr="00FF7B8A" w:rsidRDefault="00817752" w:rsidP="00D60FFE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817752" w:rsidRPr="00FF7B8A" w14:paraId="50CE614D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131542" w14:textId="109FCA91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 w:rsidRPr="00FF7B8A"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235C91" w14:textId="6864E46A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A30D7B" w14:textId="77777777" w:rsidR="00817752" w:rsidRPr="00FF7B8A" w:rsidRDefault="00817752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DC pojistka pro FV </w:t>
            </w: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48E341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proofErr w:type="gramStart"/>
            <w:r>
              <w:rPr>
                <w:rFonts w:ascii="Calibri" w:hAnsi="Calibri"/>
                <w:color w:val="000000"/>
              </w:rPr>
              <w:t>16A</w:t>
            </w:r>
            <w:proofErr w:type="gram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gPV</w:t>
            </w:r>
            <w:proofErr w:type="spell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42F799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9143" w14:textId="77777777" w:rsidR="00817752" w:rsidRPr="00FF7B8A" w:rsidRDefault="00817752" w:rsidP="00D60FFE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817752" w:rsidRPr="00FF7B8A" w14:paraId="528EA651" w14:textId="77777777" w:rsidTr="00D60FFE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779606" w14:textId="4D04CAE9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6</w:t>
            </w:r>
            <w:r>
              <w:rPr>
                <w:rFonts w:ascii="Calibri" w:hAnsi="Calibri"/>
                <w:color w:val="000000"/>
              </w:rPr>
              <w:t>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C32FDC" w14:textId="4AC3780F" w:rsidR="00817752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10FCFEE" w14:textId="77777777" w:rsidR="00817752" w:rsidRPr="00FF7B8A" w:rsidRDefault="00817752" w:rsidP="00D60FFE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Svodič přepětí DC pro FV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A8C277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SLP-PV </w:t>
            </w:r>
            <w:proofErr w:type="gramStart"/>
            <w:r>
              <w:rPr>
                <w:rFonts w:ascii="Calibri" w:hAnsi="Calibri"/>
                <w:color w:val="000000"/>
              </w:rPr>
              <w:t>1000V</w:t>
            </w:r>
            <w:proofErr w:type="gramEnd"/>
            <w:r>
              <w:rPr>
                <w:rFonts w:ascii="Calibri" w:hAnsi="Calibri"/>
                <w:color w:val="000000"/>
              </w:rPr>
              <w:t>/Y typ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392361" w14:textId="77777777" w:rsidR="00817752" w:rsidRPr="00FF7B8A" w:rsidRDefault="00817752" w:rsidP="00D60FFE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Saltek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EF30A" w14:textId="77777777" w:rsidR="00817752" w:rsidRPr="00FF7B8A" w:rsidRDefault="00817752" w:rsidP="00D60FFE">
            <w:pPr>
              <w:jc w:val="center"/>
              <w:rPr>
                <w:rFonts w:ascii="Calibri" w:hAnsi="Calibri"/>
              </w:rPr>
            </w:pPr>
          </w:p>
        </w:tc>
      </w:tr>
      <w:tr w:rsidR="00817752" w:rsidRPr="00FF7B8A" w14:paraId="6719BF91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DA75CA" w14:textId="77777777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579DC" w14:textId="77777777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80BE97" w14:textId="77777777" w:rsidR="00817752" w:rsidRDefault="00817752" w:rsidP="00FF7B8A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1CA69C" w14:textId="77777777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307CF8" w14:textId="77777777" w:rsidR="00817752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372F2E" w14:textId="77777777" w:rsidR="00817752" w:rsidRPr="00FF7B8A" w:rsidRDefault="0081775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E42429" w:rsidRPr="00FF7B8A" w14:paraId="30C60BC7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C19E3" w14:textId="4B6D6999" w:rsidR="00E42429" w:rsidRPr="00FF7B8A" w:rsidRDefault="00817752" w:rsidP="002B6A1C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9DB8D" w14:textId="77777777" w:rsidR="00E42429" w:rsidRPr="00FF7B8A" w:rsidRDefault="00E42429" w:rsidP="002B6A1C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89201" w14:textId="6A7AF3EF" w:rsidR="00E42429" w:rsidRPr="00FF7B8A" w:rsidRDefault="00E42429" w:rsidP="002B6A1C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Technologie FVE</w:t>
            </w:r>
          </w:p>
        </w:tc>
      </w:tr>
      <w:tr w:rsidR="00E42429" w:rsidRPr="00E42429" w14:paraId="5B85D3A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31CBB5" w14:textId="2C4117A4" w:rsidR="00E42429" w:rsidRPr="00E42429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905EB2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60BFDD" w14:textId="4FB0F7AA" w:rsidR="00E42429" w:rsidRPr="00E42429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AD445A" w14:textId="76744658" w:rsidR="00E42429" w:rsidRPr="00E42429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Fotovoltaický panel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23D39C" w14:textId="2F723216" w:rsidR="00E42429" w:rsidRPr="00E42429" w:rsidRDefault="0048676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AC-450MH/</w:t>
            </w:r>
            <w:proofErr w:type="gramStart"/>
            <w:r>
              <w:rPr>
                <w:rFonts w:ascii="Calibri" w:hAnsi="Calibri"/>
                <w:color w:val="000000"/>
              </w:rPr>
              <w:t>144V</w:t>
            </w:r>
            <w:proofErr w:type="gramEnd"/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79FA3D" w14:textId="57369A30" w:rsidR="00E42429" w:rsidRPr="00E42429" w:rsidRDefault="00486762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Axitec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1C596" w14:textId="77777777" w:rsidR="00E42429" w:rsidRPr="00E42429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E42429" w:rsidRPr="00E42429" w14:paraId="17C519A3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30D9BC7" w14:textId="7875CB05" w:rsidR="00E42429" w:rsidRPr="00E42429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905EB2"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1E0639" w14:textId="5F59BF41" w:rsidR="00E42429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E185E2" w14:textId="0AE4F1AF" w:rsidR="00E42429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Střídač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A0C63" w14:textId="385F45FA" w:rsidR="00E42429" w:rsidRPr="00E42429" w:rsidRDefault="00B32C17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X3-</w:t>
            </w:r>
            <w:proofErr w:type="gramStart"/>
            <w:r w:rsidR="007F12B0">
              <w:rPr>
                <w:rFonts w:ascii="Calibri" w:hAnsi="Calibri"/>
                <w:color w:val="000000"/>
              </w:rPr>
              <w:t>50K</w:t>
            </w:r>
            <w:proofErr w:type="gramEnd"/>
            <w:r w:rsidR="007F12B0">
              <w:rPr>
                <w:rFonts w:ascii="Calibri" w:hAnsi="Calibri"/>
                <w:color w:val="000000"/>
              </w:rPr>
              <w:t>-TL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1A1146" w14:textId="240E2395" w:rsidR="00E42429" w:rsidRPr="00E42429" w:rsidRDefault="00B32C17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SolaX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58612" w14:textId="77777777" w:rsidR="00E42429" w:rsidRPr="00E42429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E42429" w:rsidRPr="00E42429" w14:paraId="3304B534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F80ED" w14:textId="77ABAE39" w:rsidR="00E42429" w:rsidRPr="00E42429" w:rsidRDefault="0081775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</w:t>
            </w:r>
            <w:r w:rsidR="00905EB2">
              <w:rPr>
                <w:rFonts w:ascii="Calibri" w:hAnsi="Calibri"/>
                <w:color w:val="000000"/>
              </w:rPr>
              <w:t>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6D1D5EB" w14:textId="3A0C5D50" w:rsidR="00E42429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087FB3" w14:textId="5C3DD225" w:rsidR="00E42429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Střídač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17BC03" w14:textId="3BCA01E8" w:rsidR="00E42429" w:rsidRPr="00E42429" w:rsidRDefault="00B32C17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X3-</w:t>
            </w:r>
            <w:proofErr w:type="gramStart"/>
            <w:r w:rsidR="007F12B0">
              <w:rPr>
                <w:rFonts w:ascii="Calibri" w:hAnsi="Calibri"/>
                <w:color w:val="000000"/>
              </w:rPr>
              <w:t>3</w:t>
            </w:r>
            <w:r>
              <w:rPr>
                <w:rFonts w:ascii="Calibri" w:hAnsi="Calibri"/>
                <w:color w:val="000000"/>
              </w:rPr>
              <w:t>0K</w:t>
            </w:r>
            <w:proofErr w:type="gramEnd"/>
            <w:r>
              <w:rPr>
                <w:rFonts w:ascii="Calibri" w:hAnsi="Calibri"/>
                <w:color w:val="000000"/>
              </w:rPr>
              <w:t>-TL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948B98" w14:textId="416DB369" w:rsidR="00E42429" w:rsidRPr="00E42429" w:rsidRDefault="00B32C17" w:rsidP="00FF7B8A">
            <w:pPr>
              <w:jc w:val="center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SolaX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C0B26" w14:textId="77777777" w:rsidR="00E42429" w:rsidRPr="00E42429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E42429" w:rsidRPr="00FF7B8A" w14:paraId="395F6BD0" w14:textId="77777777" w:rsidTr="002B6A1C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48CA" w14:textId="60EA3D44" w:rsidR="00E42429" w:rsidRPr="00FF7B8A" w:rsidRDefault="007F12B0" w:rsidP="002B6A1C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062893" w14:textId="77777777" w:rsidR="00E42429" w:rsidRPr="00FF7B8A" w:rsidRDefault="00E42429" w:rsidP="002B6A1C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F7C46" w14:textId="30C3DE57" w:rsidR="00E42429" w:rsidRPr="00FF7B8A" w:rsidRDefault="00E42429" w:rsidP="002B6A1C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Konstrukce FVE</w:t>
            </w:r>
          </w:p>
        </w:tc>
      </w:tr>
      <w:tr w:rsidR="00E42429" w:rsidRPr="00E42429" w14:paraId="017AE172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05203A" w14:textId="19D07B23" w:rsidR="00E42429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05EB2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B23D0B" w14:textId="32AD6D94" w:rsidR="00E42429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771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DC9F19" w14:textId="55365F32" w:rsidR="00E42429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CrossHook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gramStart"/>
            <w:r>
              <w:rPr>
                <w:rFonts w:ascii="Calibri" w:hAnsi="Calibri"/>
                <w:color w:val="000000"/>
              </w:rPr>
              <w:t>3S</w:t>
            </w:r>
            <w:proofErr w:type="gramEnd"/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D03C3A" w14:textId="77777777" w:rsidR="00E42429" w:rsidRPr="00E42429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A3551C" w14:textId="65E6C96B" w:rsidR="00E42429" w:rsidRPr="00E42429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04FD6B" w14:textId="77777777" w:rsidR="00E42429" w:rsidRPr="00E42429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905EB2" w:rsidRPr="00E42429" w14:paraId="394901D2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7DE7C1" w14:textId="12D8DA60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05EB2"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30C509" w14:textId="22EC65AF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1542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03AFA7" w14:textId="21822598" w:rsidR="00905EB2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Heco-Topix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Plus 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767B26" w14:textId="755AAAD6" w:rsidR="00905EB2" w:rsidRPr="00E42429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8x100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5F46B5" w14:textId="02A87C18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868CB" w14:textId="3C8F94A5" w:rsidR="00905EB2" w:rsidRPr="00E42429" w:rsidRDefault="00905EB2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šrouby</w:t>
            </w:r>
          </w:p>
        </w:tc>
      </w:tr>
      <w:tr w:rsidR="007F12B0" w:rsidRPr="00E42429" w14:paraId="7BF4C09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7A4432" w14:textId="3AB44299" w:rsidR="007F12B0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73E34" w14:textId="79878E45" w:rsidR="007F12B0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292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3A3D76" w14:textId="6F2B08A7" w:rsidR="007F12B0" w:rsidRDefault="007F12B0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K2 Solar </w:t>
            </w:r>
            <w:proofErr w:type="spellStart"/>
            <w:r>
              <w:rPr>
                <w:rFonts w:ascii="Calibri" w:hAnsi="Calibri"/>
                <w:color w:val="000000"/>
              </w:rPr>
              <w:t>Cable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Manager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4B946" w14:textId="77777777" w:rsidR="007F12B0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54915D" w14:textId="234E8A48" w:rsidR="007F12B0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97BF1" w14:textId="77777777" w:rsidR="007F12B0" w:rsidRDefault="007F12B0" w:rsidP="00FF7B8A">
            <w:pPr>
              <w:jc w:val="center"/>
              <w:rPr>
                <w:rFonts w:ascii="Calibri" w:hAnsi="Calibri"/>
              </w:rPr>
            </w:pPr>
          </w:p>
        </w:tc>
      </w:tr>
      <w:tr w:rsidR="00905EB2" w:rsidRPr="00E42429" w14:paraId="42EE3378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F5D502" w14:textId="067B5E93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05EB2">
              <w:rPr>
                <w:rFonts w:ascii="Calibri" w:hAnsi="Calibri"/>
                <w:color w:val="000000"/>
              </w:rPr>
              <w:t>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964F2" w14:textId="521CC291" w:rsidR="00905EB2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500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CA29319" w14:textId="5350CF7E" w:rsidR="00905EB2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SingleRail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r w:rsidR="007F12B0">
              <w:rPr>
                <w:rFonts w:ascii="Calibri" w:hAnsi="Calibri"/>
                <w:color w:val="000000"/>
              </w:rPr>
              <w:t>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F1F13D" w14:textId="2142430C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4,40 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C06BC1" w14:textId="75D29234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2A69A" w14:textId="1B639C4C" w:rsidR="00905EB2" w:rsidRDefault="00905EB2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profily</w:t>
            </w:r>
          </w:p>
        </w:tc>
      </w:tr>
      <w:tr w:rsidR="00905EB2" w:rsidRPr="00E42429" w14:paraId="1A32ED8A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4C2385" w14:textId="6CF29AAA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lastRenderedPageBreak/>
              <w:t>8</w:t>
            </w:r>
            <w:r w:rsidR="00905EB2">
              <w:rPr>
                <w:rFonts w:ascii="Calibri" w:hAnsi="Calibri"/>
                <w:color w:val="000000"/>
              </w:rPr>
              <w:t>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FB4FB9" w14:textId="09364273" w:rsidR="00905EB2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345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2E6512" w14:textId="74F9AD27" w:rsidR="00905EB2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SinglRail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r w:rsidR="007F12B0">
              <w:rPr>
                <w:rFonts w:ascii="Calibri" w:hAnsi="Calibri"/>
                <w:color w:val="000000"/>
              </w:rPr>
              <w:t>50</w:t>
            </w:r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RailConnector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Set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E81691" w14:textId="77777777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686E6" w14:textId="126910C7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217AC" w14:textId="77777777" w:rsidR="00905EB2" w:rsidRDefault="00905EB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905EB2" w:rsidRPr="00E42429" w14:paraId="19CC55F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90C9B5" w14:textId="38D31F30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05EB2">
              <w:rPr>
                <w:rFonts w:ascii="Calibri" w:hAnsi="Calibri"/>
                <w:color w:val="000000"/>
              </w:rPr>
              <w:t>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96DBE6" w14:textId="65562D7E" w:rsidR="00905EB2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1358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7EFAC5" w14:textId="23FCAEF4" w:rsidR="00905EB2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SingleRail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/>
              </w:rPr>
              <w:t>Climber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Set 36/50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6726EA" w14:textId="77777777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4CC68F" w14:textId="6F7BB971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36FD" w14:textId="77777777" w:rsidR="00905EB2" w:rsidRDefault="00905EB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905EB2" w:rsidRPr="00E42429" w14:paraId="0675532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0B6F48" w14:textId="1176E778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05EB2">
              <w:rPr>
                <w:rFonts w:ascii="Calibri" w:hAnsi="Calibri"/>
                <w:color w:val="000000"/>
              </w:rPr>
              <w:t>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B8C791" w14:textId="4EA3569F" w:rsidR="00905EB2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462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CCD82C" w14:textId="60B1B0B9" w:rsidR="00905EB2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OneMid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Set 30-42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58DE94C" w14:textId="77777777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3BF63A" w14:textId="6B027EA8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20561" w14:textId="77777777" w:rsidR="00905EB2" w:rsidRDefault="00905EB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905EB2" w:rsidRPr="00E42429" w14:paraId="5F63078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73CC037" w14:textId="5C3D88E4" w:rsidR="00905EB2" w:rsidRPr="00E42429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8</w:t>
            </w:r>
            <w:r w:rsidR="00905EB2">
              <w:rPr>
                <w:rFonts w:ascii="Calibri" w:hAnsi="Calibri"/>
                <w:color w:val="000000"/>
              </w:rPr>
              <w:t>.8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A6CED4" w14:textId="0EDAE77F" w:rsidR="00905EB2" w:rsidRDefault="007F12B0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244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59747A" w14:textId="0BE3932E" w:rsidR="00905EB2" w:rsidRDefault="00905EB2" w:rsidP="00FF7B8A">
            <w:pPr>
              <w:jc w:val="left"/>
              <w:rPr>
                <w:rFonts w:ascii="Calibri" w:hAnsi="Calibri"/>
                <w:color w:val="000000"/>
              </w:rPr>
            </w:pPr>
            <w:proofErr w:type="spellStart"/>
            <w:r>
              <w:rPr>
                <w:rFonts w:ascii="Calibri" w:hAnsi="Calibri"/>
                <w:color w:val="000000"/>
              </w:rPr>
              <w:t>OneEnd</w:t>
            </w:r>
            <w:proofErr w:type="spellEnd"/>
            <w:r>
              <w:rPr>
                <w:rFonts w:ascii="Calibri" w:hAnsi="Calibri"/>
                <w:color w:val="000000"/>
              </w:rPr>
              <w:t xml:space="preserve"> Set 30-42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D667E0" w14:textId="77777777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5BEA72" w14:textId="6205AE71" w:rsidR="00905EB2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DEABD" w14:textId="77777777" w:rsidR="00905EB2" w:rsidRDefault="00905EB2" w:rsidP="00FF7B8A">
            <w:pPr>
              <w:jc w:val="center"/>
              <w:rPr>
                <w:rFonts w:ascii="Calibri" w:hAnsi="Calibri"/>
              </w:rPr>
            </w:pPr>
          </w:p>
        </w:tc>
      </w:tr>
      <w:tr w:rsidR="00D41313" w:rsidRPr="00E42429" w14:paraId="1173C1F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4B6CAF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954C45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9BAC9C" w14:textId="77777777" w:rsidR="00D41313" w:rsidRDefault="00D41313" w:rsidP="00FF7B8A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39C9B2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FB703A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0D549C" w14:textId="77777777" w:rsidR="00D41313" w:rsidRDefault="00D41313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66FB74E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99D4E" w14:textId="471A92D6" w:rsidR="00FF7B8A" w:rsidRPr="00FF7B8A" w:rsidRDefault="007F12B0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49845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26E39" w14:textId="77777777" w:rsidR="00FF7B8A" w:rsidRPr="00FF7B8A" w:rsidRDefault="00FF7B8A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Kabeláž</w:t>
            </w:r>
          </w:p>
        </w:tc>
      </w:tr>
      <w:tr w:rsidR="00FF7B8A" w:rsidRPr="00FF7B8A" w14:paraId="3353FDD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C15102" w14:textId="39439A73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FF7B8A" w:rsidRPr="00FF7B8A">
              <w:rPr>
                <w:rFonts w:ascii="Calibri" w:hAnsi="Calibri"/>
                <w:color w:val="000000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4D9A4F" w14:textId="0690676A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3000</w:t>
            </w:r>
            <w:r w:rsidR="00E42429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A7B5" w14:textId="440F067C" w:rsidR="00FF7B8A" w:rsidRPr="00FF7B8A" w:rsidRDefault="00FF7B8A" w:rsidP="00FF7B8A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</w:t>
            </w:r>
            <w:r w:rsidR="00E42429">
              <w:rPr>
                <w:rFonts w:ascii="Calibri" w:hAnsi="Calibri"/>
                <w:color w:val="000000"/>
              </w:rPr>
              <w:t>l H1Z2Z2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9FB0E2" w14:textId="17628E78" w:rsidR="00FF7B8A" w:rsidRPr="00FF7B8A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 xml:space="preserve">1x6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5197C1" w14:textId="5AEF91DD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7B628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317A4083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EDF40" w14:textId="30A2ADD2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FF7B8A" w:rsidRPr="00FF7B8A">
              <w:rPr>
                <w:rFonts w:ascii="Calibri" w:hAnsi="Calibri"/>
                <w:color w:val="000000"/>
              </w:rPr>
              <w:t>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077D87" w14:textId="1960F9F4" w:rsidR="00FF7B8A" w:rsidRPr="00FF7B8A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6797BC" w14:textId="5D17FD8E" w:rsidR="00FF7B8A" w:rsidRPr="00FF7B8A" w:rsidRDefault="00FF7B8A" w:rsidP="00FF7B8A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Kabel</w:t>
            </w:r>
            <w:r w:rsidR="00E42429">
              <w:rPr>
                <w:rFonts w:ascii="Calibri" w:hAnsi="Calibri"/>
                <w:color w:val="000000"/>
              </w:rPr>
              <w:t xml:space="preserve"> CYKY-J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34CC28" w14:textId="7995E4F9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4x95+50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8F199" w14:textId="12E1C3CC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56F8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FA6817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09A1F4" w14:textId="6B659BAD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FF7B8A" w:rsidRPr="00FF7B8A">
              <w:rPr>
                <w:rFonts w:ascii="Calibri" w:hAnsi="Calibri"/>
                <w:color w:val="000000"/>
              </w:rPr>
              <w:t>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96E89B" w14:textId="17890B43" w:rsidR="00FF7B8A" w:rsidRPr="00FF7B8A" w:rsidRDefault="00905EB2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35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66496B" w14:textId="49446F70" w:rsidR="00FF7B8A" w:rsidRPr="00FF7B8A" w:rsidRDefault="00FF7B8A" w:rsidP="00FF7B8A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Kabel</w:t>
            </w:r>
            <w:r w:rsidR="00E42429">
              <w:rPr>
                <w:rFonts w:ascii="Calibri" w:hAnsi="Calibri"/>
                <w:color w:val="000000"/>
              </w:rPr>
              <w:t xml:space="preserve"> CYKY-J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1B4FCF" w14:textId="2E0007D8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4x70+35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D18C0C" w14:textId="0EAF5169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F665A6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1D66AD87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C1D593" w14:textId="35EAC645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FF7B8A" w:rsidRPr="00FF7B8A">
              <w:rPr>
                <w:rFonts w:ascii="Calibri" w:hAnsi="Calibri"/>
                <w:color w:val="000000"/>
              </w:rPr>
              <w:t>.4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4158" w14:textId="298A20C7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</w:t>
            </w:r>
            <w:r w:rsidR="00905EB2">
              <w:rPr>
                <w:rFonts w:ascii="Calibri" w:hAnsi="Calibri"/>
                <w:color w:val="000000"/>
              </w:rPr>
              <w:t>0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7697BF" w14:textId="0C68667D" w:rsidR="00FF7B8A" w:rsidRPr="00FF7B8A" w:rsidRDefault="00FF7B8A" w:rsidP="00FF7B8A">
            <w:pPr>
              <w:jc w:val="left"/>
              <w:rPr>
                <w:rFonts w:ascii="Calibri" w:hAnsi="Calibri"/>
                <w:color w:val="000000"/>
              </w:rPr>
            </w:pPr>
            <w:r w:rsidRPr="00FF7B8A">
              <w:rPr>
                <w:rFonts w:ascii="Calibri" w:hAnsi="Calibri"/>
                <w:color w:val="000000"/>
              </w:rPr>
              <w:t>Kabel</w:t>
            </w:r>
            <w:r w:rsidR="00E42429">
              <w:rPr>
                <w:rFonts w:ascii="Calibri" w:hAnsi="Calibri"/>
                <w:color w:val="000000"/>
              </w:rPr>
              <w:t xml:space="preserve"> CYKY-</w:t>
            </w:r>
            <w:r w:rsidR="004D7314">
              <w:rPr>
                <w:rFonts w:ascii="Calibri" w:hAnsi="Calibri"/>
                <w:color w:val="000000"/>
              </w:rPr>
              <w:t>J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A85EDE" w14:textId="1CAAE23B" w:rsidR="00FF7B8A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</w:t>
            </w:r>
            <w:r w:rsidR="00E42429">
              <w:rPr>
                <w:rFonts w:ascii="Calibri" w:hAnsi="Calibri"/>
                <w:color w:val="000000"/>
              </w:rPr>
              <w:t>x</w:t>
            </w:r>
            <w:r>
              <w:rPr>
                <w:rFonts w:ascii="Calibri" w:hAnsi="Calibri"/>
                <w:color w:val="000000"/>
              </w:rPr>
              <w:t>25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4C3461" w14:textId="7D2072A8" w:rsidR="00FF7B8A" w:rsidRPr="00FF7B8A" w:rsidRDefault="00FF7B8A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23CE4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E42429" w:rsidRPr="00FF7B8A" w14:paraId="138F769F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667A28" w14:textId="466DA565" w:rsidR="00E42429" w:rsidRPr="00FF7B8A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E42429">
              <w:rPr>
                <w:rFonts w:ascii="Calibri" w:hAnsi="Calibri"/>
                <w:color w:val="000000"/>
              </w:rPr>
              <w:t>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8691503" w14:textId="05B87A16" w:rsidR="00E42429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</w:t>
            </w:r>
            <w:r w:rsidR="00905EB2">
              <w:rPr>
                <w:rFonts w:ascii="Calibri" w:hAnsi="Calibri"/>
                <w:color w:val="000000"/>
              </w:rPr>
              <w:t>0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58150B" w14:textId="42F48710" w:rsidR="00E42429" w:rsidRPr="00FF7B8A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Kabel CYKY-</w:t>
            </w:r>
            <w:r w:rsidR="004D7314">
              <w:rPr>
                <w:rFonts w:ascii="Calibri" w:hAnsi="Calibri"/>
                <w:color w:val="000000"/>
              </w:rPr>
              <w:t>J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2C11A0" w14:textId="3CAF4233" w:rsidR="00E42429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5x16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ACFDAB" w14:textId="77777777" w:rsidR="00E42429" w:rsidRPr="00FF7B8A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8C5B18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E42429" w:rsidRPr="00FF7B8A" w14:paraId="52F3EA89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A8C0C3" w14:textId="74A13754" w:rsidR="00E42429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905EB2">
              <w:rPr>
                <w:rFonts w:ascii="Calibri" w:hAnsi="Calibri"/>
                <w:color w:val="000000"/>
              </w:rPr>
              <w:t>.6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F7D885" w14:textId="06EE8EAE" w:rsidR="00E42429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100</w:t>
            </w:r>
            <w:r w:rsidR="00860C85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3A64CC" w14:textId="6C815E0A" w:rsidR="00E42429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Drátěný kabelový žlab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39B0F6" w14:textId="28C3A823" w:rsidR="00E42429" w:rsidRDefault="00860C85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50x50 mm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46B8D0" w14:textId="77777777" w:rsidR="00E42429" w:rsidRPr="00FF7B8A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CEFB0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E42429" w:rsidRPr="00FF7B8A" w14:paraId="5A3FF725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E4031" w14:textId="5D15BD8F" w:rsidR="00E42429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9</w:t>
            </w:r>
            <w:r w:rsidR="00905EB2">
              <w:rPr>
                <w:rFonts w:ascii="Calibri" w:hAnsi="Calibri"/>
                <w:color w:val="000000"/>
              </w:rPr>
              <w:t>.7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016D72" w14:textId="2AC54858" w:rsidR="00E42429" w:rsidRDefault="004D7314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30</w:t>
            </w:r>
            <w:r w:rsidR="00860C85">
              <w:rPr>
                <w:rFonts w:ascii="Calibri" w:hAnsi="Calibri"/>
                <w:color w:val="000000"/>
              </w:rPr>
              <w:t xml:space="preserve"> 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D0797E" w14:textId="7506ACB5" w:rsidR="008761EE" w:rsidRDefault="00E42429" w:rsidP="00FF7B8A">
            <w:pPr>
              <w:jc w:val="left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Plastová instalační kabelová lišta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D1B0C2" w14:textId="033A6981" w:rsidR="00E42429" w:rsidRDefault="00860C85" w:rsidP="00FF7B8A">
            <w:pPr>
              <w:jc w:val="center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</w:rPr>
              <w:t>40x20 mm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770872" w14:textId="77777777" w:rsidR="00E42429" w:rsidRPr="00FF7B8A" w:rsidRDefault="00E42429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F4EC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D41313" w:rsidRPr="00FF7B8A" w14:paraId="45669E7D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276C2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B2C06C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8CE82C" w14:textId="77777777" w:rsidR="00D41313" w:rsidRDefault="00D41313" w:rsidP="00FF7B8A">
            <w:pPr>
              <w:jc w:val="left"/>
              <w:rPr>
                <w:rFonts w:ascii="Calibri" w:hAnsi="Calibri"/>
                <w:color w:val="000000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B39A0D" w14:textId="77777777" w:rsidR="00D41313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29DC29" w14:textId="77777777" w:rsidR="00D41313" w:rsidRPr="00FF7B8A" w:rsidRDefault="00D41313" w:rsidP="00FF7B8A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FD90E" w14:textId="77777777" w:rsidR="00D41313" w:rsidRPr="00FF7B8A" w:rsidRDefault="00D41313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4F1724CF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88797" w14:textId="742E94A8" w:rsidR="00FF7B8A" w:rsidRPr="00FF7B8A" w:rsidRDefault="004D7314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6A17E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E3F81" w14:textId="77777777" w:rsidR="00FF7B8A" w:rsidRPr="00FF7B8A" w:rsidRDefault="00FF7B8A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Práce</w:t>
            </w:r>
          </w:p>
        </w:tc>
      </w:tr>
      <w:tr w:rsidR="00FF7B8A" w:rsidRPr="00FF7B8A" w14:paraId="6A79F27B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2938C" w14:textId="159DDFAC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FF7B8A" w:rsidRPr="00FF7B8A">
              <w:rPr>
                <w:rFonts w:ascii="Calibri" w:hAnsi="Calibri"/>
              </w:rPr>
              <w:t>.</w:t>
            </w:r>
            <w:r w:rsidR="00F17261">
              <w:rPr>
                <w:rFonts w:ascii="Calibri" w:hAnsi="Calibri"/>
              </w:rPr>
              <w:t>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35C39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9BA6" w14:textId="77777777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Montáž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80F7D6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09FFD" w14:textId="754AC28F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7F2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29826DAE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852BD" w14:textId="60AF250F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FF7B8A" w:rsidRPr="00FF7B8A">
              <w:rPr>
                <w:rFonts w:ascii="Calibri" w:hAnsi="Calibri"/>
              </w:rPr>
              <w:t>.</w:t>
            </w:r>
            <w:r w:rsidR="00F17261">
              <w:rPr>
                <w:rFonts w:ascii="Calibri" w:hAnsi="Calibri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18B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10311" w14:textId="77777777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Uvedení do provozu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F9F69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338E9" w14:textId="5016E681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4493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A65A5D6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6817C" w14:textId="3D3D2F1A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FF7B8A" w:rsidRPr="00FF7B8A">
              <w:rPr>
                <w:rFonts w:ascii="Calibri" w:hAnsi="Calibri"/>
              </w:rPr>
              <w:t>.</w:t>
            </w:r>
            <w:r w:rsidR="00F17261">
              <w:rPr>
                <w:rFonts w:ascii="Calibri" w:hAnsi="Calibri"/>
              </w:rPr>
              <w:t>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1A48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2AC0" w14:textId="77777777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Kabelové trasy a kabeláž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FE57B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13A8C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FA9E5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4715DA77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CEF2" w14:textId="445D6CD4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</w:t>
            </w:r>
            <w:r w:rsidR="00FF7B8A" w:rsidRPr="00FF7B8A">
              <w:rPr>
                <w:rFonts w:ascii="Calibri" w:hAnsi="Calibri"/>
              </w:rPr>
              <w:t>.</w:t>
            </w:r>
            <w:r w:rsidR="00F17261">
              <w:rPr>
                <w:rFonts w:ascii="Calibri" w:hAnsi="Calibri"/>
              </w:rPr>
              <w:t>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AE957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676C2" w14:textId="48014F44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Elektroinstalace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6ED9C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D63A57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C5B8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E42429" w:rsidRPr="00FF7B8A" w14:paraId="42F50698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40552" w14:textId="763D63A0" w:rsidR="00E42429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10.5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D0437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D77B43" w14:textId="06F894A6" w:rsidR="00E42429" w:rsidRPr="00FF7B8A" w:rsidRDefault="00E42429" w:rsidP="00FF7B8A">
            <w:pPr>
              <w:jc w:val="lef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Instalační materiál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0858A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FF4EC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3C9E3" w14:textId="77777777" w:rsidR="00E42429" w:rsidRPr="00FF7B8A" w:rsidRDefault="00E42429" w:rsidP="00FF7B8A">
            <w:pPr>
              <w:jc w:val="center"/>
              <w:rPr>
                <w:rFonts w:ascii="Calibri" w:hAnsi="Calibri"/>
              </w:rPr>
            </w:pPr>
          </w:p>
        </w:tc>
      </w:tr>
      <w:tr w:rsidR="00D41313" w:rsidRPr="00FF7B8A" w14:paraId="084DDE3C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70C3F" w14:textId="77777777" w:rsidR="00D41313" w:rsidRDefault="00D41313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5D7C2A" w14:textId="77777777" w:rsidR="00D41313" w:rsidRPr="00FF7B8A" w:rsidRDefault="00D41313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148B2" w14:textId="77777777" w:rsidR="00D41313" w:rsidRDefault="00D41313" w:rsidP="00FF7B8A">
            <w:pPr>
              <w:jc w:val="left"/>
              <w:rPr>
                <w:rFonts w:ascii="Calibri" w:hAnsi="Calibri"/>
              </w:rPr>
            </w:pP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ED504" w14:textId="77777777" w:rsidR="00D41313" w:rsidRPr="00FF7B8A" w:rsidRDefault="00D41313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EDA23" w14:textId="77777777" w:rsidR="00D41313" w:rsidRPr="00FF7B8A" w:rsidRDefault="00D41313" w:rsidP="00FF7B8A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348D5" w14:textId="77777777" w:rsidR="00D41313" w:rsidRPr="00FF7B8A" w:rsidRDefault="00D41313" w:rsidP="00FF7B8A">
            <w:pPr>
              <w:jc w:val="center"/>
              <w:rPr>
                <w:rFonts w:ascii="Calibri" w:hAnsi="Calibri"/>
              </w:rPr>
            </w:pPr>
          </w:p>
        </w:tc>
      </w:tr>
      <w:tr w:rsidR="00FF7B8A" w:rsidRPr="00FF7B8A" w14:paraId="4C6E6C24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AF108" w14:textId="0D99F503" w:rsidR="00FF7B8A" w:rsidRPr="00FF7B8A" w:rsidRDefault="004D7314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>
              <w:rPr>
                <w:rFonts w:ascii="Calibri" w:hAnsi="Calibri"/>
                <w:b/>
                <w:bCs/>
                <w:color w:val="0000FF"/>
              </w:rPr>
              <w:t>11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85AB" w14:textId="77777777" w:rsidR="00FF7B8A" w:rsidRPr="00FF7B8A" w:rsidRDefault="00FF7B8A" w:rsidP="00FF7B8A">
            <w:pPr>
              <w:jc w:val="center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 </w:t>
            </w:r>
          </w:p>
        </w:tc>
        <w:tc>
          <w:tcPr>
            <w:tcW w:w="88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DA8B8" w14:textId="77777777" w:rsidR="00FF7B8A" w:rsidRPr="00FF7B8A" w:rsidRDefault="00FF7B8A" w:rsidP="00FF7B8A">
            <w:pPr>
              <w:jc w:val="left"/>
              <w:rPr>
                <w:rFonts w:ascii="Calibri" w:hAnsi="Calibri"/>
                <w:b/>
                <w:bCs/>
                <w:color w:val="0000FF"/>
              </w:rPr>
            </w:pPr>
            <w:r w:rsidRPr="00FF7B8A">
              <w:rPr>
                <w:rFonts w:ascii="Calibri" w:hAnsi="Calibri"/>
                <w:b/>
                <w:bCs/>
                <w:color w:val="0000FF"/>
              </w:rPr>
              <w:t>Dokumentace</w:t>
            </w:r>
          </w:p>
        </w:tc>
      </w:tr>
      <w:tr w:rsidR="00FF7B8A" w:rsidRPr="00FF7B8A" w14:paraId="2686BF88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77DFD" w14:textId="7956980A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FF7B8A" w:rsidRPr="00FF7B8A">
              <w:rPr>
                <w:rFonts w:ascii="Calibri" w:hAnsi="Calibri"/>
              </w:rPr>
              <w:t>.1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935B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F83E8" w14:textId="77777777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Projektová dokumentace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41281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6B3AF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proofErr w:type="spellStart"/>
            <w:r w:rsidRPr="00FF7B8A">
              <w:rPr>
                <w:rFonts w:ascii="Calibri" w:hAnsi="Calibri"/>
              </w:rPr>
              <w:t>Magus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80BBB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52C3B47F" w14:textId="77777777" w:rsidTr="00FF7B8A">
        <w:trPr>
          <w:trHeight w:val="51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E7988" w14:textId="4DF9D76A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FF7B8A" w:rsidRPr="00FF7B8A">
              <w:rPr>
                <w:rFonts w:ascii="Calibri" w:hAnsi="Calibri"/>
              </w:rPr>
              <w:t>.2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927EE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BDA0E9" w14:textId="77777777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Návody, provozní předpisy, proškolení obsluhy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30779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29E79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proofErr w:type="spellStart"/>
            <w:r w:rsidRPr="00FF7B8A">
              <w:rPr>
                <w:rFonts w:ascii="Calibri" w:hAnsi="Calibri"/>
              </w:rPr>
              <w:t>Magus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668EB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  <w:tr w:rsidR="00FF7B8A" w:rsidRPr="00FF7B8A" w14:paraId="2FA04CEC" w14:textId="77777777" w:rsidTr="00FF7B8A">
        <w:trPr>
          <w:trHeight w:val="300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03DA9" w14:textId="0E73054A" w:rsidR="00FF7B8A" w:rsidRPr="00FF7B8A" w:rsidRDefault="004D7314" w:rsidP="00FF7B8A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11</w:t>
            </w:r>
            <w:r w:rsidR="00FF7B8A" w:rsidRPr="00FF7B8A">
              <w:rPr>
                <w:rFonts w:ascii="Calibri" w:hAnsi="Calibri"/>
              </w:rPr>
              <w:t>.3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47D8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1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3264D" w14:textId="77777777" w:rsidR="00FF7B8A" w:rsidRPr="00FF7B8A" w:rsidRDefault="00FF7B8A" w:rsidP="00FF7B8A">
            <w:pPr>
              <w:jc w:val="left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Revize</w:t>
            </w:r>
          </w:p>
        </w:tc>
        <w:tc>
          <w:tcPr>
            <w:tcW w:w="2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2321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D6396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proofErr w:type="spellStart"/>
            <w:r w:rsidRPr="00FF7B8A">
              <w:rPr>
                <w:rFonts w:ascii="Calibri" w:hAnsi="Calibri"/>
              </w:rPr>
              <w:t>Magus</w:t>
            </w:r>
            <w:proofErr w:type="spellEnd"/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269F" w14:textId="77777777" w:rsidR="00FF7B8A" w:rsidRPr="00FF7B8A" w:rsidRDefault="00FF7B8A" w:rsidP="00FF7B8A">
            <w:pPr>
              <w:jc w:val="center"/>
              <w:rPr>
                <w:rFonts w:ascii="Calibri" w:hAnsi="Calibri"/>
              </w:rPr>
            </w:pPr>
            <w:r w:rsidRPr="00FF7B8A">
              <w:rPr>
                <w:rFonts w:ascii="Calibri" w:hAnsi="Calibri"/>
              </w:rPr>
              <w:t> </w:t>
            </w:r>
          </w:p>
        </w:tc>
      </w:tr>
    </w:tbl>
    <w:p w14:paraId="7C423C9D" w14:textId="55621AE0" w:rsidR="007754BE" w:rsidRDefault="007754BE" w:rsidP="00BC5BB0">
      <w:pPr>
        <w:jc w:val="left"/>
        <w:rPr>
          <w:rFonts w:cs="Arial"/>
          <w:b/>
          <w:sz w:val="28"/>
          <w:szCs w:val="28"/>
        </w:rPr>
      </w:pPr>
    </w:p>
    <w:sectPr w:rsidR="007754BE" w:rsidSect="00A84429">
      <w:headerReference w:type="default" r:id="rId11"/>
      <w:footerReference w:type="default" r:id="rId12"/>
      <w:headerReference w:type="first" r:id="rId13"/>
      <w:footerReference w:type="first" r:id="rId14"/>
      <w:footnotePr>
        <w:numFmt w:val="chicago"/>
        <w:numRestart w:val="eachPage"/>
      </w:footnotePr>
      <w:endnotePr>
        <w:numFmt w:val="decimal"/>
      </w:endnotePr>
      <w:pgSz w:w="11907" w:h="16840" w:code="9"/>
      <w:pgMar w:top="1233" w:right="567" w:bottom="1418" w:left="567" w:header="285" w:footer="6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C3D7E7" w14:textId="77777777" w:rsidR="004E3E6F" w:rsidRDefault="004E3E6F">
      <w:r>
        <w:separator/>
      </w:r>
    </w:p>
    <w:p w14:paraId="753EC21C" w14:textId="77777777" w:rsidR="004E3E6F" w:rsidRDefault="004E3E6F"/>
  </w:endnote>
  <w:endnote w:type="continuationSeparator" w:id="0">
    <w:p w14:paraId="1CE54C0B" w14:textId="77777777" w:rsidR="004E3E6F" w:rsidRDefault="004E3E6F">
      <w:r>
        <w:continuationSeparator/>
      </w:r>
    </w:p>
    <w:p w14:paraId="23A2F34D" w14:textId="77777777" w:rsidR="004E3E6F" w:rsidRDefault="004E3E6F"/>
  </w:endnote>
  <w:endnote w:type="continuationNotice" w:id="1">
    <w:p w14:paraId="244E9F0D" w14:textId="77777777" w:rsidR="004E3E6F" w:rsidRDefault="004E3E6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5B485" w14:textId="7C2CE051" w:rsidR="00FF7B8A" w:rsidRPr="00D557D0" w:rsidRDefault="00FF7B8A" w:rsidP="009F38D7">
    <w:pPr>
      <w:pStyle w:val="Pta"/>
      <w:pBdr>
        <w:top w:val="single" w:sz="4" w:space="1" w:color="000000"/>
      </w:pBdr>
      <w:tabs>
        <w:tab w:val="center" w:pos="5528"/>
        <w:tab w:val="right" w:pos="11057"/>
      </w:tabs>
      <w:rPr>
        <w:rFonts w:cs="Arial"/>
        <w:sz w:val="14"/>
        <w:szCs w:val="14"/>
      </w:rPr>
    </w:pPr>
    <w:r w:rsidRPr="00D557D0">
      <w:rPr>
        <w:rFonts w:cs="Arial"/>
        <w:noProof/>
        <w:sz w:val="14"/>
        <w:szCs w:val="14"/>
      </w:rPr>
      <w:drawing>
        <wp:anchor distT="0" distB="0" distL="114300" distR="114300" simplePos="0" relativeHeight="251658242" behindDoc="0" locked="0" layoutInCell="1" allowOverlap="0" wp14:anchorId="0D2D4E91" wp14:editId="5BDA9CF5">
          <wp:simplePos x="0" y="0"/>
          <wp:positionH relativeFrom="column">
            <wp:posOffset>-35560</wp:posOffset>
          </wp:positionH>
          <wp:positionV relativeFrom="paragraph">
            <wp:posOffset>553456</wp:posOffset>
          </wp:positionV>
          <wp:extent cx="5681345" cy="396240"/>
          <wp:effectExtent l="0" t="0" r="0" b="0"/>
          <wp:wrapSquare wrapText="bothSides"/>
          <wp:docPr id="7" name="obrázek 5" descr="frag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fragmen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5395" t="23618" r="28001" b="70871"/>
                  <a:stretch>
                    <a:fillRect/>
                  </a:stretch>
                </pic:blipFill>
                <pic:spPr bwMode="auto">
                  <a:xfrm>
                    <a:off x="0" y="0"/>
                    <a:ext cx="5681345" cy="3962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F47455">
      <w:rPr>
        <w:rFonts w:cs="Arial"/>
        <w:sz w:val="14"/>
        <w:szCs w:val="14"/>
      </w:rPr>
      <w:t xml:space="preserve"> </w:t>
    </w:r>
    <w:r w:rsidRPr="008F469F">
      <w:rPr>
        <w:rFonts w:cs="Arial"/>
        <w:sz w:val="14"/>
        <w:szCs w:val="14"/>
      </w:rPr>
      <w:t>Z0</w:t>
    </w:r>
    <w:r w:rsidR="00775A9F">
      <w:rPr>
        <w:rFonts w:cs="Arial"/>
        <w:sz w:val="14"/>
        <w:szCs w:val="14"/>
      </w:rPr>
      <w:t>20</w:t>
    </w:r>
    <w:r w:rsidRPr="008F469F">
      <w:rPr>
        <w:rFonts w:cs="Arial"/>
        <w:sz w:val="14"/>
        <w:szCs w:val="14"/>
      </w:rPr>
      <w:t>0</w:t>
    </w:r>
    <w:r w:rsidR="00775A9F">
      <w:rPr>
        <w:rFonts w:cs="Arial"/>
        <w:sz w:val="14"/>
        <w:szCs w:val="14"/>
      </w:rPr>
      <w:t>51</w:t>
    </w:r>
    <w:r w:rsidRPr="008F469F">
      <w:rPr>
        <w:rFonts w:cs="Arial"/>
        <w:sz w:val="14"/>
        <w:szCs w:val="14"/>
      </w:rPr>
      <w:t>-</w:t>
    </w:r>
    <w:r w:rsidR="00775A9F">
      <w:rPr>
        <w:rFonts w:cs="Arial"/>
        <w:sz w:val="14"/>
        <w:szCs w:val="14"/>
      </w:rPr>
      <w:t>INNOGY GAS STORAGE PD LABORATOŘE</w:t>
    </w:r>
    <w:r w:rsidRPr="00D557D0">
      <w:rPr>
        <w:rFonts w:cs="Arial"/>
        <w:sz w:val="14"/>
        <w:szCs w:val="14"/>
      </w:rPr>
      <w:tab/>
      <w:t xml:space="preserve">         </w:t>
    </w:r>
    <w:r>
      <w:rPr>
        <w:rFonts w:cs="Arial"/>
        <w:sz w:val="14"/>
        <w:szCs w:val="14"/>
      </w:rPr>
      <w:tab/>
    </w:r>
    <w:r w:rsidRPr="00D557D0">
      <w:rPr>
        <w:rFonts w:cs="Arial"/>
        <w:sz w:val="14"/>
        <w:szCs w:val="14"/>
      </w:rPr>
      <w:fldChar w:fldCharType="begin"/>
    </w:r>
    <w:r w:rsidRPr="00D557D0">
      <w:rPr>
        <w:rFonts w:cs="Arial"/>
        <w:sz w:val="14"/>
        <w:szCs w:val="14"/>
      </w:rPr>
      <w:instrText xml:space="preserve"> PAGE </w:instrText>
    </w:r>
    <w:r w:rsidRPr="00D557D0">
      <w:rPr>
        <w:rFonts w:cs="Arial"/>
        <w:sz w:val="14"/>
        <w:szCs w:val="14"/>
      </w:rPr>
      <w:fldChar w:fldCharType="separate"/>
    </w:r>
    <w:r w:rsidR="00CD71D0">
      <w:rPr>
        <w:rFonts w:cs="Arial"/>
        <w:noProof/>
        <w:sz w:val="14"/>
        <w:szCs w:val="14"/>
      </w:rPr>
      <w:t>1</w:t>
    </w:r>
    <w:r w:rsidRPr="00D557D0">
      <w:rPr>
        <w:rFonts w:cs="Arial"/>
        <w:sz w:val="14"/>
        <w:szCs w:val="14"/>
      </w:rPr>
      <w:fldChar w:fldCharType="end"/>
    </w:r>
    <w:r w:rsidRPr="00D557D0">
      <w:rPr>
        <w:rFonts w:cs="Arial"/>
        <w:sz w:val="14"/>
        <w:szCs w:val="14"/>
      </w:rPr>
      <w:t xml:space="preserve">                                                                        </w:t>
    </w:r>
    <w:r>
      <w:rPr>
        <w:rFonts w:cs="Arial"/>
        <w:sz w:val="14"/>
        <w:szCs w:val="14"/>
      </w:rPr>
      <w:t xml:space="preserve">          </w:t>
    </w:r>
  </w:p>
  <w:p w14:paraId="0D2D4E88" w14:textId="242F1519" w:rsidR="00FF7B8A" w:rsidRPr="004A14F9" w:rsidRDefault="002134CD" w:rsidP="00463C03">
    <w:pPr>
      <w:pStyle w:val="Pta"/>
      <w:tabs>
        <w:tab w:val="clear" w:pos="8640"/>
        <w:tab w:val="left" w:pos="2400"/>
        <w:tab w:val="center" w:pos="10632"/>
        <w:tab w:val="right" w:pos="11057"/>
      </w:tabs>
      <w:spacing w:before="0"/>
      <w:ind w:left="-142" w:right="141"/>
      <w:contextualSpacing/>
      <w:rPr>
        <w:rFonts w:cs="Arial"/>
        <w:sz w:val="10"/>
        <w:szCs w:val="1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6345DCF3" wp14:editId="6DCB1D47">
              <wp:simplePos x="0" y="0"/>
              <wp:positionH relativeFrom="column">
                <wp:posOffset>6014720</wp:posOffset>
              </wp:positionH>
              <wp:positionV relativeFrom="paragraph">
                <wp:posOffset>10080625</wp:posOffset>
              </wp:positionV>
              <wp:extent cx="1328420" cy="396240"/>
              <wp:effectExtent l="0" t="0" r="0" b="0"/>
              <wp:wrapNone/>
              <wp:docPr id="115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803582" w14:textId="77777777" w:rsidR="00FF7B8A" w:rsidRPr="00E77197" w:rsidRDefault="00FF7B8A" w:rsidP="00C81A44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15917F37" w14:textId="77777777" w:rsidR="00FF7B8A" w:rsidRPr="00400F00" w:rsidRDefault="00FF7B8A" w:rsidP="00C81A44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>ENERGO s.r.o.</w:t>
                          </w:r>
                        </w:p>
                        <w:p w14:paraId="09CA234C" w14:textId="77777777" w:rsidR="00FF7B8A" w:rsidRPr="00400F00" w:rsidRDefault="00FF7B8A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2AB8C492" w14:textId="77777777" w:rsidR="00FF7B8A" w:rsidRPr="00400F00" w:rsidRDefault="00FF7B8A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59E418" w14:textId="77777777" w:rsidR="00FF7B8A" w:rsidRPr="00400F00" w:rsidRDefault="00FF7B8A" w:rsidP="00C81A44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45DCF3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6" type="#_x0000_t202" style="position:absolute;left:0;text-align:left;margin-left:473.6pt;margin-top:793.75pt;width:104.6pt;height:31.2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" stroked="f">
              <v:textbox inset="0,0,0,0">
                <w:txbxContent>
                  <w:p w14:paraId="14803582" w14:textId="77777777" w:rsidR="00FF7B8A" w:rsidRPr="00E77197" w:rsidRDefault="00FF7B8A" w:rsidP="00C81A44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15917F37" w14:textId="77777777" w:rsidR="00FF7B8A" w:rsidRPr="00400F00" w:rsidRDefault="00FF7B8A" w:rsidP="00C81A44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>ENERGO s.r.o.</w:t>
                    </w:r>
                  </w:p>
                  <w:p w14:paraId="09CA234C" w14:textId="77777777" w:rsidR="00FF7B8A" w:rsidRPr="00400F00" w:rsidRDefault="00FF7B8A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2AB8C492" w14:textId="77777777" w:rsidR="00FF7B8A" w:rsidRPr="00400F00" w:rsidRDefault="00FF7B8A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59E418" w14:textId="77777777" w:rsidR="00FF7B8A" w:rsidRPr="00400F00" w:rsidRDefault="00FF7B8A" w:rsidP="00C81A44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7DE4CA59" wp14:editId="081B764B">
              <wp:simplePos x="0" y="0"/>
              <wp:positionH relativeFrom="column">
                <wp:posOffset>5654675</wp:posOffset>
              </wp:positionH>
              <wp:positionV relativeFrom="paragraph">
                <wp:posOffset>8890</wp:posOffset>
              </wp:positionV>
              <wp:extent cx="1328420" cy="396240"/>
              <wp:effectExtent l="0" t="0" r="0" b="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8420" cy="3962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2D4EBC" w14:textId="77777777" w:rsidR="00FF7B8A" w:rsidRPr="00E77197" w:rsidRDefault="00FF7B8A" w:rsidP="00E93F62">
                          <w:pPr>
                            <w:rPr>
                              <w:rFonts w:cs="Arial"/>
                              <w:sz w:val="4"/>
                              <w:szCs w:val="4"/>
                            </w:rPr>
                          </w:pPr>
                        </w:p>
                        <w:p w14:paraId="0D2D4EBD" w14:textId="3CD0F412" w:rsidR="00FF7B8A" w:rsidRPr="00400F00" w:rsidRDefault="00FF7B8A" w:rsidP="00E93F62">
                          <w:pPr>
                            <w:rPr>
                              <w:rFonts w:cs="Arial"/>
                              <w:sz w:val="13"/>
                              <w:szCs w:val="13"/>
                            </w:rPr>
                          </w:pPr>
                          <w:r w:rsidRPr="00400F00"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MAGUS </w:t>
                          </w:r>
                          <w:r w:rsidR="00775A9F">
                            <w:rPr>
                              <w:rFonts w:cs="Arial"/>
                              <w:sz w:val="13"/>
                              <w:szCs w:val="13"/>
                            </w:rPr>
                            <w:t>INTERNATIONAL</w:t>
                          </w:r>
                          <w:r>
                            <w:rPr>
                              <w:rFonts w:cs="Arial"/>
                              <w:sz w:val="13"/>
                              <w:szCs w:val="13"/>
                            </w:rPr>
                            <w:t xml:space="preserve"> s.r.o.</w:t>
                          </w:r>
                        </w:p>
                        <w:p w14:paraId="0D2D4EBE" w14:textId="77777777" w:rsidR="00FF7B8A" w:rsidRPr="00400F00" w:rsidRDefault="00FF7B8A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Pohankova 8, 628 00 Brno</w:t>
                          </w:r>
                        </w:p>
                        <w:p w14:paraId="0D2D4EBF" w14:textId="77777777" w:rsidR="00FF7B8A" w:rsidRPr="00400F00" w:rsidRDefault="00FF7B8A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Česká republika</w:t>
                          </w:r>
                        </w:p>
                        <w:p w14:paraId="0D2D4EC0" w14:textId="77777777" w:rsidR="00FF7B8A" w:rsidRPr="00400F00" w:rsidRDefault="00FF7B8A" w:rsidP="00E93F62">
                          <w:pPr>
                            <w:rPr>
                              <w:rFonts w:cs="Arial"/>
                              <w:sz w:val="12"/>
                            </w:rPr>
                          </w:pPr>
                          <w:r w:rsidRPr="00400F00">
                            <w:rPr>
                              <w:rFonts w:cs="Arial"/>
                              <w:sz w:val="12"/>
                            </w:rPr>
                            <w:t>www.magus.cz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DE4CA59" id="_x0000_s1027" type="#_x0000_t202" style="position:absolute;left:0;text-align:left;margin-left:445.25pt;margin-top:.7pt;width:104.6pt;height:31.2pt;z-index:25165824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" stroked="f">
              <v:textbox inset="0,0,0,0">
                <w:txbxContent>
                  <w:p w14:paraId="0D2D4EBC" w14:textId="77777777" w:rsidR="00FF7B8A" w:rsidRPr="00E77197" w:rsidRDefault="00FF7B8A" w:rsidP="00E93F62">
                    <w:pPr>
                      <w:rPr>
                        <w:rFonts w:cs="Arial"/>
                        <w:sz w:val="4"/>
                        <w:szCs w:val="4"/>
                      </w:rPr>
                    </w:pPr>
                  </w:p>
                  <w:p w14:paraId="0D2D4EBD" w14:textId="3CD0F412" w:rsidR="00FF7B8A" w:rsidRPr="00400F00" w:rsidRDefault="00FF7B8A" w:rsidP="00E93F62">
                    <w:pPr>
                      <w:rPr>
                        <w:rFonts w:cs="Arial"/>
                        <w:sz w:val="13"/>
                        <w:szCs w:val="13"/>
                      </w:rPr>
                    </w:pPr>
                    <w:r w:rsidRPr="00400F00">
                      <w:rPr>
                        <w:rFonts w:cs="Arial"/>
                        <w:sz w:val="13"/>
                        <w:szCs w:val="13"/>
                      </w:rPr>
                      <w:t xml:space="preserve">MAGUS </w:t>
                    </w:r>
                    <w:r w:rsidR="00775A9F">
                      <w:rPr>
                        <w:rFonts w:cs="Arial"/>
                        <w:sz w:val="13"/>
                        <w:szCs w:val="13"/>
                      </w:rPr>
                      <w:t>INTERNATIONAL</w:t>
                    </w:r>
                    <w:r>
                      <w:rPr>
                        <w:rFonts w:cs="Arial"/>
                        <w:sz w:val="13"/>
                        <w:szCs w:val="13"/>
                      </w:rPr>
                      <w:t xml:space="preserve"> s.r.o.</w:t>
                    </w:r>
                  </w:p>
                  <w:p w14:paraId="0D2D4EBE" w14:textId="77777777" w:rsidR="00FF7B8A" w:rsidRPr="00400F00" w:rsidRDefault="00FF7B8A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Pohankova 8, 628 00 Brno</w:t>
                    </w:r>
                  </w:p>
                  <w:p w14:paraId="0D2D4EBF" w14:textId="77777777" w:rsidR="00FF7B8A" w:rsidRPr="00400F00" w:rsidRDefault="00FF7B8A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Česká republika</w:t>
                    </w:r>
                  </w:p>
                  <w:p w14:paraId="0D2D4EC0" w14:textId="77777777" w:rsidR="00FF7B8A" w:rsidRPr="00400F00" w:rsidRDefault="00FF7B8A" w:rsidP="00E93F62">
                    <w:pPr>
                      <w:rPr>
                        <w:rFonts w:cs="Arial"/>
                        <w:sz w:val="12"/>
                      </w:rPr>
                    </w:pPr>
                    <w:r w:rsidRPr="00400F00">
                      <w:rPr>
                        <w:rFonts w:cs="Arial"/>
                        <w:sz w:val="12"/>
                      </w:rPr>
                      <w:t>www.magus.cz</w:t>
                    </w:r>
                  </w:p>
                </w:txbxContent>
              </v:textbox>
            </v:shape>
          </w:pict>
        </mc:Fallback>
      </mc:AlternateContent>
    </w:r>
  </w:p>
  <w:p w14:paraId="0845F56C" w14:textId="77777777" w:rsidR="00FF7B8A" w:rsidRDefault="00FF7B8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A" w14:textId="77777777" w:rsidR="00FF7B8A" w:rsidRPr="0025760E" w:rsidRDefault="00FF7B8A" w:rsidP="001F7964">
    <w:pPr>
      <w:pStyle w:val="Pta"/>
      <w:pBdr>
        <w:top w:val="single" w:sz="4" w:space="1" w:color="auto"/>
      </w:pBdr>
      <w:tabs>
        <w:tab w:val="clear" w:pos="8640"/>
        <w:tab w:val="left" w:pos="2400"/>
        <w:tab w:val="center" w:pos="10348"/>
        <w:tab w:val="right" w:pos="10915"/>
      </w:tabs>
      <w:spacing w:before="0"/>
      <w:contextualSpacing/>
      <w:rPr>
        <w:rFonts w:cs="Arial"/>
        <w:sz w:val="16"/>
        <w:szCs w:val="16"/>
      </w:rPr>
    </w:pPr>
    <w:r>
      <w:rPr>
        <w:rFonts w:cs="Arial"/>
        <w:sz w:val="16"/>
      </w:rPr>
      <w:t>IF-75-02</w:t>
    </w:r>
    <w:r>
      <w:rPr>
        <w:rFonts w:cs="Arial"/>
        <w:sz w:val="16"/>
      </w:rPr>
      <w:tab/>
    </w:r>
    <w:r>
      <w:rPr>
        <w:rFonts w:cs="Arial"/>
        <w:sz w:val="16"/>
      </w:rPr>
      <w:tab/>
    </w:r>
    <w:r>
      <w:rPr>
        <w:rFonts w:cs="Arial"/>
        <w:sz w:val="16"/>
      </w:rPr>
      <w:tab/>
      <w:t xml:space="preserve"> </w:t>
    </w:r>
    <w:proofErr w:type="gramStart"/>
    <w:r>
      <w:rPr>
        <w:rFonts w:cs="Arial"/>
        <w:sz w:val="16"/>
      </w:rPr>
      <w:t>Zakázka:Z</w:t>
    </w:r>
    <w:proofErr w:type="gramEnd"/>
    <w:r>
      <w:rPr>
        <w:rFonts w:cs="Arial"/>
        <w:sz w:val="16"/>
      </w:rPr>
      <w:t xml:space="preserve">014009 </w:t>
    </w:r>
  </w:p>
  <w:p w14:paraId="0D2D4E8B" w14:textId="77777777" w:rsidR="00FF7B8A" w:rsidRPr="00FB3E1F" w:rsidRDefault="00FF7B8A" w:rsidP="00FB3E1F">
    <w:pPr>
      <w:pStyle w:val="Pta"/>
      <w:spacing w:before="0"/>
      <w:rPr>
        <w:szCs w:val="16"/>
      </w:rPr>
    </w:pPr>
    <w:r>
      <w:rPr>
        <w:noProof/>
        <w:szCs w:val="16"/>
      </w:rPr>
      <w:drawing>
        <wp:anchor distT="0" distB="0" distL="0" distR="0" simplePos="0" relativeHeight="251658240" behindDoc="0" locked="0" layoutInCell="1" allowOverlap="1" wp14:anchorId="0D2D4E93" wp14:editId="581D1D27">
          <wp:simplePos x="0" y="0"/>
          <wp:positionH relativeFrom="column">
            <wp:posOffset>-45720</wp:posOffset>
          </wp:positionH>
          <wp:positionV relativeFrom="paragraph">
            <wp:posOffset>72390</wp:posOffset>
          </wp:positionV>
          <wp:extent cx="7067550" cy="438150"/>
          <wp:effectExtent l="0" t="0" r="0" b="0"/>
          <wp:wrapTopAndBottom/>
          <wp:docPr id="8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67550" cy="4381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576E6" w14:textId="77777777" w:rsidR="004E3E6F" w:rsidRDefault="004E3E6F">
      <w:r>
        <w:separator/>
      </w:r>
    </w:p>
    <w:p w14:paraId="77FF3ADB" w14:textId="77777777" w:rsidR="004E3E6F" w:rsidRDefault="004E3E6F"/>
  </w:footnote>
  <w:footnote w:type="continuationSeparator" w:id="0">
    <w:p w14:paraId="309E9D86" w14:textId="77777777" w:rsidR="004E3E6F" w:rsidRDefault="004E3E6F">
      <w:r>
        <w:continuationSeparator/>
      </w:r>
    </w:p>
    <w:p w14:paraId="500DDF77" w14:textId="77777777" w:rsidR="004E3E6F" w:rsidRDefault="004E3E6F"/>
  </w:footnote>
  <w:footnote w:type="continuationNotice" w:id="1">
    <w:p w14:paraId="7F794E65" w14:textId="77777777" w:rsidR="004E3E6F" w:rsidRDefault="004E3E6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DC1CD1" w14:textId="27E32E17" w:rsidR="00FF7B8A" w:rsidRDefault="00FF7B8A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Cs w:val="14"/>
      </w:rPr>
    </w:pPr>
    <w:r>
      <w:rPr>
        <w:rFonts w:cs="Arial"/>
        <w:b/>
        <w:noProof/>
      </w:rPr>
      <w:drawing>
        <wp:anchor distT="0" distB="0" distL="0" distR="0" simplePos="0" relativeHeight="251658241" behindDoc="0" locked="0" layoutInCell="1" allowOverlap="1" wp14:anchorId="0D2D4E8C" wp14:editId="7B138737">
          <wp:simplePos x="0" y="0"/>
          <wp:positionH relativeFrom="column">
            <wp:posOffset>5984875</wp:posOffset>
          </wp:positionH>
          <wp:positionV relativeFrom="paragraph">
            <wp:posOffset>-53340</wp:posOffset>
          </wp:positionV>
          <wp:extent cx="890270" cy="447675"/>
          <wp:effectExtent l="0" t="0" r="0" b="0"/>
          <wp:wrapTopAndBottom/>
          <wp:docPr id="5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0270" cy="44767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  <w:r>
      <w:rPr>
        <w:rFonts w:cs="Arial"/>
        <w:b/>
        <w:noProof/>
      </w:rPr>
      <w:drawing>
        <wp:anchor distT="0" distB="0" distL="0" distR="0" simplePos="0" relativeHeight="251658243" behindDoc="0" locked="0" layoutInCell="1" allowOverlap="1" wp14:anchorId="0D2D4E8E" wp14:editId="37373435">
          <wp:simplePos x="0" y="0"/>
          <wp:positionH relativeFrom="margin">
            <wp:posOffset>2733675</wp:posOffset>
          </wp:positionH>
          <wp:positionV relativeFrom="paragraph">
            <wp:posOffset>27940</wp:posOffset>
          </wp:positionV>
          <wp:extent cx="1373505" cy="279400"/>
          <wp:effectExtent l="0" t="0" r="0" b="0"/>
          <wp:wrapTopAndBottom/>
          <wp:docPr id="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3505" cy="2794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14:paraId="4638D4F8" w14:textId="07DD89E7" w:rsidR="00FF7B8A" w:rsidRPr="008F7208" w:rsidRDefault="00FF7B8A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sz w:val="16"/>
        <w:szCs w:val="16"/>
      </w:rPr>
    </w:pPr>
    <w:r w:rsidRPr="008F7208">
      <w:rPr>
        <w:rFonts w:cs="Arial"/>
        <w:sz w:val="16"/>
        <w:szCs w:val="16"/>
      </w:rPr>
      <w:t>Z0</w:t>
    </w:r>
    <w:r w:rsidR="0024440F">
      <w:rPr>
        <w:rFonts w:cs="Arial"/>
        <w:sz w:val="16"/>
        <w:szCs w:val="16"/>
      </w:rPr>
      <w:t>20051</w:t>
    </w:r>
    <w:r w:rsidRPr="008F7208">
      <w:rPr>
        <w:rFonts w:cs="Arial"/>
        <w:sz w:val="16"/>
        <w:szCs w:val="16"/>
      </w:rPr>
      <w:t>-0</w:t>
    </w:r>
    <w:r>
      <w:rPr>
        <w:rFonts w:cs="Arial"/>
        <w:sz w:val="16"/>
        <w:szCs w:val="16"/>
      </w:rPr>
      <w:t>5-E</w:t>
    </w:r>
    <w:r w:rsidRPr="008F7208">
      <w:rPr>
        <w:rFonts w:cs="Arial"/>
        <w:sz w:val="16"/>
        <w:szCs w:val="16"/>
      </w:rPr>
      <w:t>-</w:t>
    </w:r>
    <w:r>
      <w:rPr>
        <w:rFonts w:cs="Arial"/>
        <w:sz w:val="16"/>
        <w:szCs w:val="16"/>
      </w:rPr>
      <w:t>D03</w:t>
    </w:r>
    <w:r w:rsidR="00CD71D0">
      <w:rPr>
        <w:rFonts w:cs="Arial"/>
        <w:sz w:val="16"/>
        <w:szCs w:val="16"/>
      </w:rPr>
      <w:t>A</w:t>
    </w:r>
  </w:p>
  <w:p w14:paraId="0D2D4E83" w14:textId="2B1F40A2" w:rsidR="00FF7B8A" w:rsidRPr="003A7AE2" w:rsidRDefault="00FF7B8A" w:rsidP="00E93F6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  <w:p w14:paraId="0D2D4E84" w14:textId="77777777" w:rsidR="00FF7B8A" w:rsidRPr="00FB3E1F" w:rsidRDefault="00FF7B8A" w:rsidP="00FB3E1F">
    <w:pPr>
      <w:pStyle w:val="Adresaodesilatele"/>
      <w:framePr w:w="0" w:hRule="auto" w:wrap="auto" w:vAnchor="margin" w:hAnchor="text" w:xAlign="left" w:yAlign="inline"/>
      <w:spacing w:line="240" w:lineRule="auto"/>
      <w:contextualSpacing/>
      <w:rPr>
        <w:rFonts w:cs="Arial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2D4E89" w14:textId="77777777" w:rsidR="00FF7B8A" w:rsidRPr="003A7AE2" w:rsidRDefault="00FF7B8A" w:rsidP="003A7AE2">
    <w:pPr>
      <w:pStyle w:val="Adresaodesilatele"/>
      <w:framePr w:w="0" w:hRule="auto" w:wrap="auto" w:vAnchor="margin" w:hAnchor="text" w:xAlign="left" w:yAlign="inline"/>
      <w:spacing w:line="240" w:lineRule="exact"/>
      <w:contextualSpacing/>
      <w:rPr>
        <w:rFonts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1" w15:restartNumberingAfterBreak="0">
    <w:nsid w:val="04FC713E"/>
    <w:multiLevelType w:val="hybridMultilevel"/>
    <w:tmpl w:val="4EF2E88E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3953F6"/>
    <w:multiLevelType w:val="hybridMultilevel"/>
    <w:tmpl w:val="774280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80C8B"/>
    <w:multiLevelType w:val="hybridMultilevel"/>
    <w:tmpl w:val="9A0AF958"/>
    <w:lvl w:ilvl="0" w:tplc="A7D4F6B2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4" w15:restartNumberingAfterBreak="0">
    <w:nsid w:val="1A1E1ECD"/>
    <w:multiLevelType w:val="hybridMultilevel"/>
    <w:tmpl w:val="D366947A"/>
    <w:lvl w:ilvl="0" w:tplc="8E8636C8">
      <w:start w:val="1"/>
      <w:numFmt w:val="bullet"/>
      <w:pStyle w:val="odrka1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3B9A45E0"/>
    <w:multiLevelType w:val="multilevel"/>
    <w:tmpl w:val="3CA86EBA"/>
    <w:lvl w:ilvl="0">
      <w:start w:val="1"/>
      <w:numFmt w:val="decimal"/>
      <w:pStyle w:val="Nadpis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pStyle w:val="Nadpis2"/>
      <w:isLgl/>
      <w:lvlText w:val="%1.%2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 w15:restartNumberingAfterBreak="0">
    <w:nsid w:val="405C4FB4"/>
    <w:multiLevelType w:val="hybridMultilevel"/>
    <w:tmpl w:val="F8186F70"/>
    <w:lvl w:ilvl="0" w:tplc="6E0A165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1E0EB4"/>
    <w:multiLevelType w:val="hybridMultilevel"/>
    <w:tmpl w:val="8AEA9B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476536"/>
    <w:multiLevelType w:val="hybridMultilevel"/>
    <w:tmpl w:val="14FA39F4"/>
    <w:lvl w:ilvl="0" w:tplc="FFFFFFFF">
      <w:start w:val="1"/>
      <w:numFmt w:val="bullet"/>
      <w:pStyle w:val="Odrka"/>
      <w:lvlText w:val="-"/>
      <w:lvlJc w:val="left"/>
      <w:pPr>
        <w:tabs>
          <w:tab w:val="num" w:pos="717"/>
        </w:tabs>
        <w:ind w:left="709" w:hanging="352"/>
      </w:pPr>
      <w:rPr>
        <w:rFonts w:hint="default"/>
        <w:caps w:val="0"/>
        <w:strike w:val="0"/>
        <w:dstrike w:val="0"/>
        <w:vanish w:val="0"/>
        <w:color w:val="auto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8992955">
    <w:abstractNumId w:val="5"/>
  </w:num>
  <w:num w:numId="2" w16cid:durableId="542979603">
    <w:abstractNumId w:val="2"/>
  </w:num>
  <w:num w:numId="3" w16cid:durableId="1155800602">
    <w:abstractNumId w:val="7"/>
  </w:num>
  <w:num w:numId="4" w16cid:durableId="677661441">
    <w:abstractNumId w:val="1"/>
  </w:num>
  <w:num w:numId="5" w16cid:durableId="1720737208">
    <w:abstractNumId w:val="8"/>
  </w:num>
  <w:num w:numId="6" w16cid:durableId="187179539">
    <w:abstractNumId w:val="4"/>
  </w:num>
  <w:num w:numId="7" w16cid:durableId="1419473613">
    <w:abstractNumId w:val="6"/>
  </w:num>
  <w:num w:numId="8" w16cid:durableId="692073524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95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 o:allowincell="f" fillcolor="white">
      <v:fill color="white"/>
    </o:shapedefaults>
  </w:hdrShapeDefaults>
  <w:footnotePr>
    <w:numFmt w:val="chicago"/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20"/>
    <w:rsid w:val="00000C8D"/>
    <w:rsid w:val="00001C47"/>
    <w:rsid w:val="000023BD"/>
    <w:rsid w:val="000051EC"/>
    <w:rsid w:val="0000784D"/>
    <w:rsid w:val="00011CCE"/>
    <w:rsid w:val="0001243A"/>
    <w:rsid w:val="00014037"/>
    <w:rsid w:val="000154CC"/>
    <w:rsid w:val="00015F3B"/>
    <w:rsid w:val="00017F11"/>
    <w:rsid w:val="00023A6D"/>
    <w:rsid w:val="0002412F"/>
    <w:rsid w:val="000264EE"/>
    <w:rsid w:val="000269AC"/>
    <w:rsid w:val="000274C4"/>
    <w:rsid w:val="000300EF"/>
    <w:rsid w:val="00031A75"/>
    <w:rsid w:val="00034722"/>
    <w:rsid w:val="00040820"/>
    <w:rsid w:val="00042E70"/>
    <w:rsid w:val="0004373A"/>
    <w:rsid w:val="00044250"/>
    <w:rsid w:val="00045C00"/>
    <w:rsid w:val="0004644A"/>
    <w:rsid w:val="00046CC6"/>
    <w:rsid w:val="00050A86"/>
    <w:rsid w:val="00055A83"/>
    <w:rsid w:val="00060E99"/>
    <w:rsid w:val="00063DC1"/>
    <w:rsid w:val="00065165"/>
    <w:rsid w:val="00065B62"/>
    <w:rsid w:val="00073778"/>
    <w:rsid w:val="000743EB"/>
    <w:rsid w:val="0007619E"/>
    <w:rsid w:val="000773FA"/>
    <w:rsid w:val="000867F4"/>
    <w:rsid w:val="0008776E"/>
    <w:rsid w:val="00090062"/>
    <w:rsid w:val="00094E7E"/>
    <w:rsid w:val="00095836"/>
    <w:rsid w:val="000A14DD"/>
    <w:rsid w:val="000A25AF"/>
    <w:rsid w:val="000A4826"/>
    <w:rsid w:val="000A5136"/>
    <w:rsid w:val="000A532C"/>
    <w:rsid w:val="000A7662"/>
    <w:rsid w:val="000B0141"/>
    <w:rsid w:val="000B0644"/>
    <w:rsid w:val="000B1989"/>
    <w:rsid w:val="000B1E56"/>
    <w:rsid w:val="000B208F"/>
    <w:rsid w:val="000B4BFC"/>
    <w:rsid w:val="000C0AC1"/>
    <w:rsid w:val="000C1980"/>
    <w:rsid w:val="000C2F30"/>
    <w:rsid w:val="000C34A9"/>
    <w:rsid w:val="000C4179"/>
    <w:rsid w:val="000C6771"/>
    <w:rsid w:val="000D1DD0"/>
    <w:rsid w:val="000D2F2A"/>
    <w:rsid w:val="000D4246"/>
    <w:rsid w:val="000D4C91"/>
    <w:rsid w:val="000D4CC7"/>
    <w:rsid w:val="000D62F7"/>
    <w:rsid w:val="000D7851"/>
    <w:rsid w:val="000E102A"/>
    <w:rsid w:val="000E1806"/>
    <w:rsid w:val="000E2B94"/>
    <w:rsid w:val="000E7640"/>
    <w:rsid w:val="000F0485"/>
    <w:rsid w:val="000F4FE3"/>
    <w:rsid w:val="000F7DDB"/>
    <w:rsid w:val="0010282E"/>
    <w:rsid w:val="001032F0"/>
    <w:rsid w:val="00103378"/>
    <w:rsid w:val="001064E9"/>
    <w:rsid w:val="001140AC"/>
    <w:rsid w:val="00115EAF"/>
    <w:rsid w:val="001164A1"/>
    <w:rsid w:val="00116AEC"/>
    <w:rsid w:val="001170F8"/>
    <w:rsid w:val="00121A83"/>
    <w:rsid w:val="001247C1"/>
    <w:rsid w:val="00124F90"/>
    <w:rsid w:val="001254BD"/>
    <w:rsid w:val="00127494"/>
    <w:rsid w:val="001314A2"/>
    <w:rsid w:val="00133BB9"/>
    <w:rsid w:val="0013611E"/>
    <w:rsid w:val="00136569"/>
    <w:rsid w:val="001367AA"/>
    <w:rsid w:val="00140590"/>
    <w:rsid w:val="00141132"/>
    <w:rsid w:val="00141BA2"/>
    <w:rsid w:val="00142F36"/>
    <w:rsid w:val="00146E51"/>
    <w:rsid w:val="001471A2"/>
    <w:rsid w:val="0015042D"/>
    <w:rsid w:val="001517DE"/>
    <w:rsid w:val="00153C5E"/>
    <w:rsid w:val="00155709"/>
    <w:rsid w:val="00155A40"/>
    <w:rsid w:val="0015632E"/>
    <w:rsid w:val="00162591"/>
    <w:rsid w:val="00162AC2"/>
    <w:rsid w:val="00162CDB"/>
    <w:rsid w:val="0016474A"/>
    <w:rsid w:val="0016494B"/>
    <w:rsid w:val="00164EE3"/>
    <w:rsid w:val="00170737"/>
    <w:rsid w:val="00170D03"/>
    <w:rsid w:val="00171025"/>
    <w:rsid w:val="00173646"/>
    <w:rsid w:val="00174547"/>
    <w:rsid w:val="00174974"/>
    <w:rsid w:val="00181E48"/>
    <w:rsid w:val="001832CF"/>
    <w:rsid w:val="00186473"/>
    <w:rsid w:val="0018687F"/>
    <w:rsid w:val="001870E0"/>
    <w:rsid w:val="00192FE8"/>
    <w:rsid w:val="00194594"/>
    <w:rsid w:val="00194836"/>
    <w:rsid w:val="001A0FF5"/>
    <w:rsid w:val="001A1C97"/>
    <w:rsid w:val="001A1D8B"/>
    <w:rsid w:val="001A57F8"/>
    <w:rsid w:val="001A6894"/>
    <w:rsid w:val="001A771E"/>
    <w:rsid w:val="001B0678"/>
    <w:rsid w:val="001B3904"/>
    <w:rsid w:val="001B5F62"/>
    <w:rsid w:val="001B7161"/>
    <w:rsid w:val="001C1E9F"/>
    <w:rsid w:val="001C577C"/>
    <w:rsid w:val="001C7CE6"/>
    <w:rsid w:val="001D06D2"/>
    <w:rsid w:val="001D207E"/>
    <w:rsid w:val="001D3E8F"/>
    <w:rsid w:val="001D46DF"/>
    <w:rsid w:val="001D731A"/>
    <w:rsid w:val="001D7998"/>
    <w:rsid w:val="001E055E"/>
    <w:rsid w:val="001E0A70"/>
    <w:rsid w:val="001E1509"/>
    <w:rsid w:val="001E2066"/>
    <w:rsid w:val="001E38E8"/>
    <w:rsid w:val="001E3F24"/>
    <w:rsid w:val="001E74A9"/>
    <w:rsid w:val="001F45D6"/>
    <w:rsid w:val="001F66BD"/>
    <w:rsid w:val="001F751B"/>
    <w:rsid w:val="001F7964"/>
    <w:rsid w:val="00200968"/>
    <w:rsid w:val="00200A4A"/>
    <w:rsid w:val="0020380E"/>
    <w:rsid w:val="002060F6"/>
    <w:rsid w:val="00206D67"/>
    <w:rsid w:val="00207C3E"/>
    <w:rsid w:val="002124C9"/>
    <w:rsid w:val="00213075"/>
    <w:rsid w:val="002134CD"/>
    <w:rsid w:val="00216574"/>
    <w:rsid w:val="002171E8"/>
    <w:rsid w:val="00217E34"/>
    <w:rsid w:val="00221598"/>
    <w:rsid w:val="00221A92"/>
    <w:rsid w:val="002245CE"/>
    <w:rsid w:val="002252D3"/>
    <w:rsid w:val="002306C6"/>
    <w:rsid w:val="002313E9"/>
    <w:rsid w:val="002320D7"/>
    <w:rsid w:val="00234322"/>
    <w:rsid w:val="002417E1"/>
    <w:rsid w:val="00241989"/>
    <w:rsid w:val="0024339A"/>
    <w:rsid w:val="0024440F"/>
    <w:rsid w:val="0024523A"/>
    <w:rsid w:val="00250DBA"/>
    <w:rsid w:val="00254364"/>
    <w:rsid w:val="002543D3"/>
    <w:rsid w:val="0026146C"/>
    <w:rsid w:val="002628D4"/>
    <w:rsid w:val="00264C1F"/>
    <w:rsid w:val="002652A6"/>
    <w:rsid w:val="00270370"/>
    <w:rsid w:val="0027082A"/>
    <w:rsid w:val="00271359"/>
    <w:rsid w:val="00271DC0"/>
    <w:rsid w:val="00275209"/>
    <w:rsid w:val="00280AA9"/>
    <w:rsid w:val="00280CA6"/>
    <w:rsid w:val="002841E9"/>
    <w:rsid w:val="0028455B"/>
    <w:rsid w:val="00284F7A"/>
    <w:rsid w:val="002855EE"/>
    <w:rsid w:val="002857A1"/>
    <w:rsid w:val="00286A64"/>
    <w:rsid w:val="0029011A"/>
    <w:rsid w:val="00290666"/>
    <w:rsid w:val="00290C5E"/>
    <w:rsid w:val="00291245"/>
    <w:rsid w:val="00292FAF"/>
    <w:rsid w:val="00293001"/>
    <w:rsid w:val="00293510"/>
    <w:rsid w:val="00294685"/>
    <w:rsid w:val="00297D7A"/>
    <w:rsid w:val="002A0B07"/>
    <w:rsid w:val="002A4496"/>
    <w:rsid w:val="002A5544"/>
    <w:rsid w:val="002B149A"/>
    <w:rsid w:val="002B44D6"/>
    <w:rsid w:val="002B61AE"/>
    <w:rsid w:val="002B6E9D"/>
    <w:rsid w:val="002B727C"/>
    <w:rsid w:val="002C0BE9"/>
    <w:rsid w:val="002C1258"/>
    <w:rsid w:val="002C5CED"/>
    <w:rsid w:val="002C70C3"/>
    <w:rsid w:val="002D2442"/>
    <w:rsid w:val="002D265E"/>
    <w:rsid w:val="002D2B1B"/>
    <w:rsid w:val="002D301D"/>
    <w:rsid w:val="002D31F1"/>
    <w:rsid w:val="002D57A9"/>
    <w:rsid w:val="002D75A4"/>
    <w:rsid w:val="002E1B56"/>
    <w:rsid w:val="002E5D18"/>
    <w:rsid w:val="002E6519"/>
    <w:rsid w:val="002F25A0"/>
    <w:rsid w:val="002F30D3"/>
    <w:rsid w:val="002F3672"/>
    <w:rsid w:val="002F5BB9"/>
    <w:rsid w:val="002F6E13"/>
    <w:rsid w:val="00300760"/>
    <w:rsid w:val="003069CA"/>
    <w:rsid w:val="0030715E"/>
    <w:rsid w:val="00316548"/>
    <w:rsid w:val="00322D27"/>
    <w:rsid w:val="003242DD"/>
    <w:rsid w:val="003244FB"/>
    <w:rsid w:val="003253E9"/>
    <w:rsid w:val="00330FD2"/>
    <w:rsid w:val="00333769"/>
    <w:rsid w:val="003452EA"/>
    <w:rsid w:val="00346880"/>
    <w:rsid w:val="00350BC9"/>
    <w:rsid w:val="00351074"/>
    <w:rsid w:val="003518E0"/>
    <w:rsid w:val="00351FC4"/>
    <w:rsid w:val="0035309E"/>
    <w:rsid w:val="00354C46"/>
    <w:rsid w:val="0035586C"/>
    <w:rsid w:val="003567BB"/>
    <w:rsid w:val="0035745B"/>
    <w:rsid w:val="00360181"/>
    <w:rsid w:val="003606C5"/>
    <w:rsid w:val="00361305"/>
    <w:rsid w:val="00361317"/>
    <w:rsid w:val="0036240F"/>
    <w:rsid w:val="003639BE"/>
    <w:rsid w:val="003649EE"/>
    <w:rsid w:val="00366338"/>
    <w:rsid w:val="003665EE"/>
    <w:rsid w:val="00366AB6"/>
    <w:rsid w:val="00366F8C"/>
    <w:rsid w:val="00367106"/>
    <w:rsid w:val="0036778A"/>
    <w:rsid w:val="00372841"/>
    <w:rsid w:val="00373223"/>
    <w:rsid w:val="00376BBB"/>
    <w:rsid w:val="00380071"/>
    <w:rsid w:val="00380BD7"/>
    <w:rsid w:val="00380D89"/>
    <w:rsid w:val="00381ACF"/>
    <w:rsid w:val="00383B6A"/>
    <w:rsid w:val="00386552"/>
    <w:rsid w:val="00386979"/>
    <w:rsid w:val="003878A8"/>
    <w:rsid w:val="00390C34"/>
    <w:rsid w:val="00390E83"/>
    <w:rsid w:val="00391EC8"/>
    <w:rsid w:val="0039245D"/>
    <w:rsid w:val="0039281F"/>
    <w:rsid w:val="0039338A"/>
    <w:rsid w:val="00394105"/>
    <w:rsid w:val="003952F2"/>
    <w:rsid w:val="003955CB"/>
    <w:rsid w:val="00397880"/>
    <w:rsid w:val="003A253B"/>
    <w:rsid w:val="003A5A53"/>
    <w:rsid w:val="003A5FF4"/>
    <w:rsid w:val="003A63C3"/>
    <w:rsid w:val="003A7751"/>
    <w:rsid w:val="003A7AE2"/>
    <w:rsid w:val="003B1093"/>
    <w:rsid w:val="003B2AF8"/>
    <w:rsid w:val="003B47DB"/>
    <w:rsid w:val="003B504B"/>
    <w:rsid w:val="003B6D1E"/>
    <w:rsid w:val="003C0324"/>
    <w:rsid w:val="003C50D5"/>
    <w:rsid w:val="003C70A3"/>
    <w:rsid w:val="003C70E2"/>
    <w:rsid w:val="003D0003"/>
    <w:rsid w:val="003D2E15"/>
    <w:rsid w:val="003D2E76"/>
    <w:rsid w:val="003D35B5"/>
    <w:rsid w:val="003D3ADF"/>
    <w:rsid w:val="003D4702"/>
    <w:rsid w:val="003D79A0"/>
    <w:rsid w:val="003D7A4C"/>
    <w:rsid w:val="003E0A95"/>
    <w:rsid w:val="003E6C84"/>
    <w:rsid w:val="003F22C0"/>
    <w:rsid w:val="003F2564"/>
    <w:rsid w:val="003F3CAD"/>
    <w:rsid w:val="003F48AF"/>
    <w:rsid w:val="003F68E6"/>
    <w:rsid w:val="00400F00"/>
    <w:rsid w:val="00405258"/>
    <w:rsid w:val="00406BC0"/>
    <w:rsid w:val="00407226"/>
    <w:rsid w:val="00407EAB"/>
    <w:rsid w:val="00412EF8"/>
    <w:rsid w:val="004134F3"/>
    <w:rsid w:val="004161F8"/>
    <w:rsid w:val="004166CB"/>
    <w:rsid w:val="004177B7"/>
    <w:rsid w:val="00425419"/>
    <w:rsid w:val="00430789"/>
    <w:rsid w:val="004349FC"/>
    <w:rsid w:val="004405B0"/>
    <w:rsid w:val="004418D5"/>
    <w:rsid w:val="00442ACC"/>
    <w:rsid w:val="00446360"/>
    <w:rsid w:val="00447251"/>
    <w:rsid w:val="00447442"/>
    <w:rsid w:val="00450371"/>
    <w:rsid w:val="00450E89"/>
    <w:rsid w:val="00451534"/>
    <w:rsid w:val="0045204E"/>
    <w:rsid w:val="00457DBA"/>
    <w:rsid w:val="0046006D"/>
    <w:rsid w:val="00462C89"/>
    <w:rsid w:val="00463C03"/>
    <w:rsid w:val="00464C5E"/>
    <w:rsid w:val="00466038"/>
    <w:rsid w:val="00466CF7"/>
    <w:rsid w:val="00477EF0"/>
    <w:rsid w:val="00483BAB"/>
    <w:rsid w:val="004847B3"/>
    <w:rsid w:val="00484FE4"/>
    <w:rsid w:val="00485411"/>
    <w:rsid w:val="0048584D"/>
    <w:rsid w:val="004866A7"/>
    <w:rsid w:val="00486762"/>
    <w:rsid w:val="00486F8E"/>
    <w:rsid w:val="00487CD4"/>
    <w:rsid w:val="00490C66"/>
    <w:rsid w:val="004912E6"/>
    <w:rsid w:val="00493188"/>
    <w:rsid w:val="00495766"/>
    <w:rsid w:val="004965BB"/>
    <w:rsid w:val="004A0954"/>
    <w:rsid w:val="004A14F9"/>
    <w:rsid w:val="004A19F6"/>
    <w:rsid w:val="004A2B5E"/>
    <w:rsid w:val="004A33BB"/>
    <w:rsid w:val="004A5407"/>
    <w:rsid w:val="004A6DCA"/>
    <w:rsid w:val="004B4838"/>
    <w:rsid w:val="004B60AF"/>
    <w:rsid w:val="004B73F7"/>
    <w:rsid w:val="004B7654"/>
    <w:rsid w:val="004C49A7"/>
    <w:rsid w:val="004C5EAF"/>
    <w:rsid w:val="004C792C"/>
    <w:rsid w:val="004C7B0B"/>
    <w:rsid w:val="004D0068"/>
    <w:rsid w:val="004D1BBF"/>
    <w:rsid w:val="004D2110"/>
    <w:rsid w:val="004D3283"/>
    <w:rsid w:val="004D4241"/>
    <w:rsid w:val="004D65B1"/>
    <w:rsid w:val="004D7314"/>
    <w:rsid w:val="004D78F5"/>
    <w:rsid w:val="004D7C63"/>
    <w:rsid w:val="004E1543"/>
    <w:rsid w:val="004E33E3"/>
    <w:rsid w:val="004E3953"/>
    <w:rsid w:val="004E3E6F"/>
    <w:rsid w:val="004E5645"/>
    <w:rsid w:val="004E7482"/>
    <w:rsid w:val="004F10A0"/>
    <w:rsid w:val="004F1BB4"/>
    <w:rsid w:val="004F2EA0"/>
    <w:rsid w:val="004F3860"/>
    <w:rsid w:val="004F3AF1"/>
    <w:rsid w:val="004F56C3"/>
    <w:rsid w:val="004F5B4E"/>
    <w:rsid w:val="004F6E6E"/>
    <w:rsid w:val="005008A1"/>
    <w:rsid w:val="00500C0A"/>
    <w:rsid w:val="00505FC5"/>
    <w:rsid w:val="00506BDB"/>
    <w:rsid w:val="0051235A"/>
    <w:rsid w:val="00516A51"/>
    <w:rsid w:val="00521748"/>
    <w:rsid w:val="005226A8"/>
    <w:rsid w:val="005250B3"/>
    <w:rsid w:val="005264E6"/>
    <w:rsid w:val="00526968"/>
    <w:rsid w:val="00530206"/>
    <w:rsid w:val="005326FE"/>
    <w:rsid w:val="005330C4"/>
    <w:rsid w:val="0053463D"/>
    <w:rsid w:val="00534894"/>
    <w:rsid w:val="00537D97"/>
    <w:rsid w:val="00541E4C"/>
    <w:rsid w:val="00543786"/>
    <w:rsid w:val="00544DC7"/>
    <w:rsid w:val="0054519A"/>
    <w:rsid w:val="005471DB"/>
    <w:rsid w:val="00547A97"/>
    <w:rsid w:val="0055075D"/>
    <w:rsid w:val="005546D1"/>
    <w:rsid w:val="0056032E"/>
    <w:rsid w:val="005607D9"/>
    <w:rsid w:val="00562275"/>
    <w:rsid w:val="00563238"/>
    <w:rsid w:val="0056571E"/>
    <w:rsid w:val="00565EFC"/>
    <w:rsid w:val="00567727"/>
    <w:rsid w:val="00567DF6"/>
    <w:rsid w:val="00573D81"/>
    <w:rsid w:val="005741BE"/>
    <w:rsid w:val="00574B11"/>
    <w:rsid w:val="00582785"/>
    <w:rsid w:val="005827B3"/>
    <w:rsid w:val="00583309"/>
    <w:rsid w:val="0059034D"/>
    <w:rsid w:val="005A197F"/>
    <w:rsid w:val="005A212F"/>
    <w:rsid w:val="005A7CE6"/>
    <w:rsid w:val="005B15FB"/>
    <w:rsid w:val="005B181E"/>
    <w:rsid w:val="005B4B84"/>
    <w:rsid w:val="005B7805"/>
    <w:rsid w:val="005C22BB"/>
    <w:rsid w:val="005C2CFB"/>
    <w:rsid w:val="005C479F"/>
    <w:rsid w:val="005C497E"/>
    <w:rsid w:val="005C5969"/>
    <w:rsid w:val="005C7EE1"/>
    <w:rsid w:val="005D17E1"/>
    <w:rsid w:val="005D183E"/>
    <w:rsid w:val="005D3735"/>
    <w:rsid w:val="005D3747"/>
    <w:rsid w:val="005D5F34"/>
    <w:rsid w:val="005D6627"/>
    <w:rsid w:val="005D68B8"/>
    <w:rsid w:val="005E7F9E"/>
    <w:rsid w:val="005F17A5"/>
    <w:rsid w:val="005F22F1"/>
    <w:rsid w:val="005F34D2"/>
    <w:rsid w:val="005F3D3E"/>
    <w:rsid w:val="005F4B97"/>
    <w:rsid w:val="005F4EA9"/>
    <w:rsid w:val="005F60EC"/>
    <w:rsid w:val="00600E41"/>
    <w:rsid w:val="006020FB"/>
    <w:rsid w:val="00604B38"/>
    <w:rsid w:val="00614ADE"/>
    <w:rsid w:val="00615782"/>
    <w:rsid w:val="00616D22"/>
    <w:rsid w:val="006174BF"/>
    <w:rsid w:val="00623C86"/>
    <w:rsid w:val="0063094B"/>
    <w:rsid w:val="00632F42"/>
    <w:rsid w:val="00634B74"/>
    <w:rsid w:val="0063641A"/>
    <w:rsid w:val="006400EE"/>
    <w:rsid w:val="0064245D"/>
    <w:rsid w:val="00644C16"/>
    <w:rsid w:val="006450D9"/>
    <w:rsid w:val="006457DB"/>
    <w:rsid w:val="00645995"/>
    <w:rsid w:val="006477FA"/>
    <w:rsid w:val="00656652"/>
    <w:rsid w:val="0065737C"/>
    <w:rsid w:val="00660C19"/>
    <w:rsid w:val="006610F2"/>
    <w:rsid w:val="00661F27"/>
    <w:rsid w:val="00662320"/>
    <w:rsid w:val="00663499"/>
    <w:rsid w:val="0066657C"/>
    <w:rsid w:val="00673882"/>
    <w:rsid w:val="00674F7B"/>
    <w:rsid w:val="006823A1"/>
    <w:rsid w:val="00682E98"/>
    <w:rsid w:val="0068363F"/>
    <w:rsid w:val="00686F34"/>
    <w:rsid w:val="00687415"/>
    <w:rsid w:val="00694089"/>
    <w:rsid w:val="00694F39"/>
    <w:rsid w:val="0069658D"/>
    <w:rsid w:val="00696FCA"/>
    <w:rsid w:val="00697761"/>
    <w:rsid w:val="006A1421"/>
    <w:rsid w:val="006A14FF"/>
    <w:rsid w:val="006A231F"/>
    <w:rsid w:val="006A237D"/>
    <w:rsid w:val="006A4404"/>
    <w:rsid w:val="006A5EEC"/>
    <w:rsid w:val="006A67CE"/>
    <w:rsid w:val="006A71A7"/>
    <w:rsid w:val="006A73CB"/>
    <w:rsid w:val="006B25AD"/>
    <w:rsid w:val="006B3EFA"/>
    <w:rsid w:val="006B53D1"/>
    <w:rsid w:val="006B62AE"/>
    <w:rsid w:val="006B777E"/>
    <w:rsid w:val="006C0CDE"/>
    <w:rsid w:val="006C4F0D"/>
    <w:rsid w:val="006C4FB9"/>
    <w:rsid w:val="006C6DEE"/>
    <w:rsid w:val="006D35C7"/>
    <w:rsid w:val="006D381A"/>
    <w:rsid w:val="006D424C"/>
    <w:rsid w:val="006D7E40"/>
    <w:rsid w:val="006E0303"/>
    <w:rsid w:val="006E1D35"/>
    <w:rsid w:val="006E3195"/>
    <w:rsid w:val="006E4B6E"/>
    <w:rsid w:val="006F2538"/>
    <w:rsid w:val="006F2EF2"/>
    <w:rsid w:val="00701894"/>
    <w:rsid w:val="00703070"/>
    <w:rsid w:val="00703114"/>
    <w:rsid w:val="00705964"/>
    <w:rsid w:val="007073AF"/>
    <w:rsid w:val="007118F6"/>
    <w:rsid w:val="00712194"/>
    <w:rsid w:val="00716903"/>
    <w:rsid w:val="00716CC4"/>
    <w:rsid w:val="00721DB2"/>
    <w:rsid w:val="007240DF"/>
    <w:rsid w:val="00726790"/>
    <w:rsid w:val="00726B1E"/>
    <w:rsid w:val="00726D63"/>
    <w:rsid w:val="007276FD"/>
    <w:rsid w:val="00730B4A"/>
    <w:rsid w:val="007317F4"/>
    <w:rsid w:val="00733593"/>
    <w:rsid w:val="0073418D"/>
    <w:rsid w:val="0074165F"/>
    <w:rsid w:val="007418C7"/>
    <w:rsid w:val="00741966"/>
    <w:rsid w:val="007419A3"/>
    <w:rsid w:val="00743348"/>
    <w:rsid w:val="00745D36"/>
    <w:rsid w:val="0074653C"/>
    <w:rsid w:val="00746724"/>
    <w:rsid w:val="00750A17"/>
    <w:rsid w:val="007511BA"/>
    <w:rsid w:val="007521C0"/>
    <w:rsid w:val="007541F3"/>
    <w:rsid w:val="007547F2"/>
    <w:rsid w:val="0075523D"/>
    <w:rsid w:val="00760BCE"/>
    <w:rsid w:val="00761C99"/>
    <w:rsid w:val="00764DA0"/>
    <w:rsid w:val="0076626B"/>
    <w:rsid w:val="0076773D"/>
    <w:rsid w:val="00767799"/>
    <w:rsid w:val="00767DD3"/>
    <w:rsid w:val="00773176"/>
    <w:rsid w:val="0077375E"/>
    <w:rsid w:val="00774DB2"/>
    <w:rsid w:val="0077545D"/>
    <w:rsid w:val="007754BE"/>
    <w:rsid w:val="00775A9F"/>
    <w:rsid w:val="00780DD3"/>
    <w:rsid w:val="00783DFC"/>
    <w:rsid w:val="00790148"/>
    <w:rsid w:val="00791D3B"/>
    <w:rsid w:val="007955CD"/>
    <w:rsid w:val="00795613"/>
    <w:rsid w:val="00796465"/>
    <w:rsid w:val="0079770E"/>
    <w:rsid w:val="007A0A37"/>
    <w:rsid w:val="007A4589"/>
    <w:rsid w:val="007B0C28"/>
    <w:rsid w:val="007B1CBC"/>
    <w:rsid w:val="007B1DB3"/>
    <w:rsid w:val="007B4B96"/>
    <w:rsid w:val="007B6348"/>
    <w:rsid w:val="007C17D3"/>
    <w:rsid w:val="007C490C"/>
    <w:rsid w:val="007C6430"/>
    <w:rsid w:val="007C7823"/>
    <w:rsid w:val="007D341F"/>
    <w:rsid w:val="007D4AB5"/>
    <w:rsid w:val="007D4D4F"/>
    <w:rsid w:val="007D5633"/>
    <w:rsid w:val="007D66E7"/>
    <w:rsid w:val="007E058B"/>
    <w:rsid w:val="007E1319"/>
    <w:rsid w:val="007E17EE"/>
    <w:rsid w:val="007E2CA6"/>
    <w:rsid w:val="007E33C5"/>
    <w:rsid w:val="007E4300"/>
    <w:rsid w:val="007E7459"/>
    <w:rsid w:val="007F03D7"/>
    <w:rsid w:val="007F12B0"/>
    <w:rsid w:val="007F2274"/>
    <w:rsid w:val="007F409A"/>
    <w:rsid w:val="007F70A3"/>
    <w:rsid w:val="007F74C0"/>
    <w:rsid w:val="0080126C"/>
    <w:rsid w:val="008031F2"/>
    <w:rsid w:val="00803ADC"/>
    <w:rsid w:val="00803F7E"/>
    <w:rsid w:val="00807324"/>
    <w:rsid w:val="0080739F"/>
    <w:rsid w:val="008078E5"/>
    <w:rsid w:val="008123D0"/>
    <w:rsid w:val="00817752"/>
    <w:rsid w:val="0082222D"/>
    <w:rsid w:val="00823326"/>
    <w:rsid w:val="008262EA"/>
    <w:rsid w:val="008269B8"/>
    <w:rsid w:val="00826DB9"/>
    <w:rsid w:val="0083042A"/>
    <w:rsid w:val="00831E53"/>
    <w:rsid w:val="00832824"/>
    <w:rsid w:val="00832A73"/>
    <w:rsid w:val="00832CF5"/>
    <w:rsid w:val="00832F77"/>
    <w:rsid w:val="00833F78"/>
    <w:rsid w:val="0083681B"/>
    <w:rsid w:val="0084089B"/>
    <w:rsid w:val="00853DD5"/>
    <w:rsid w:val="00856619"/>
    <w:rsid w:val="00860C85"/>
    <w:rsid w:val="008614B3"/>
    <w:rsid w:val="00861624"/>
    <w:rsid w:val="008634AD"/>
    <w:rsid w:val="0086553A"/>
    <w:rsid w:val="00866F78"/>
    <w:rsid w:val="00867460"/>
    <w:rsid w:val="00874843"/>
    <w:rsid w:val="008755CB"/>
    <w:rsid w:val="008756CE"/>
    <w:rsid w:val="008761EE"/>
    <w:rsid w:val="00877380"/>
    <w:rsid w:val="00880E38"/>
    <w:rsid w:val="008828A8"/>
    <w:rsid w:val="00885A5C"/>
    <w:rsid w:val="00885E1F"/>
    <w:rsid w:val="0089638B"/>
    <w:rsid w:val="00897529"/>
    <w:rsid w:val="008A3129"/>
    <w:rsid w:val="008A3A6F"/>
    <w:rsid w:val="008A454D"/>
    <w:rsid w:val="008A5E57"/>
    <w:rsid w:val="008A5F2D"/>
    <w:rsid w:val="008B534B"/>
    <w:rsid w:val="008B544D"/>
    <w:rsid w:val="008B7C41"/>
    <w:rsid w:val="008C3B94"/>
    <w:rsid w:val="008C3E30"/>
    <w:rsid w:val="008D00B4"/>
    <w:rsid w:val="008D0BBA"/>
    <w:rsid w:val="008D3F83"/>
    <w:rsid w:val="008D6488"/>
    <w:rsid w:val="008D6662"/>
    <w:rsid w:val="008E5B58"/>
    <w:rsid w:val="008F0941"/>
    <w:rsid w:val="008F3FFF"/>
    <w:rsid w:val="008F469F"/>
    <w:rsid w:val="008F4E89"/>
    <w:rsid w:val="008F60D8"/>
    <w:rsid w:val="008F656B"/>
    <w:rsid w:val="008F716D"/>
    <w:rsid w:val="008F7208"/>
    <w:rsid w:val="008F7458"/>
    <w:rsid w:val="00900770"/>
    <w:rsid w:val="00901DBF"/>
    <w:rsid w:val="00903C4C"/>
    <w:rsid w:val="00903EED"/>
    <w:rsid w:val="00905680"/>
    <w:rsid w:val="00905EB2"/>
    <w:rsid w:val="009066BD"/>
    <w:rsid w:val="00911676"/>
    <w:rsid w:val="0091383B"/>
    <w:rsid w:val="00916EBC"/>
    <w:rsid w:val="00917B8B"/>
    <w:rsid w:val="009234F1"/>
    <w:rsid w:val="009258BE"/>
    <w:rsid w:val="0092674C"/>
    <w:rsid w:val="009307C4"/>
    <w:rsid w:val="00936D28"/>
    <w:rsid w:val="00937518"/>
    <w:rsid w:val="00937B7D"/>
    <w:rsid w:val="009400FF"/>
    <w:rsid w:val="00940700"/>
    <w:rsid w:val="00941049"/>
    <w:rsid w:val="00942A39"/>
    <w:rsid w:val="009438A6"/>
    <w:rsid w:val="0094576D"/>
    <w:rsid w:val="00955AC5"/>
    <w:rsid w:val="00956C9C"/>
    <w:rsid w:val="00956D18"/>
    <w:rsid w:val="00957858"/>
    <w:rsid w:val="00960ECC"/>
    <w:rsid w:val="009619FA"/>
    <w:rsid w:val="00962CE8"/>
    <w:rsid w:val="00965148"/>
    <w:rsid w:val="00966C11"/>
    <w:rsid w:val="009678CE"/>
    <w:rsid w:val="0097215D"/>
    <w:rsid w:val="00972F2C"/>
    <w:rsid w:val="00977EE6"/>
    <w:rsid w:val="0098055E"/>
    <w:rsid w:val="00980F99"/>
    <w:rsid w:val="009814B9"/>
    <w:rsid w:val="00982060"/>
    <w:rsid w:val="009832DA"/>
    <w:rsid w:val="0099055F"/>
    <w:rsid w:val="00990CD6"/>
    <w:rsid w:val="00990D50"/>
    <w:rsid w:val="009956BA"/>
    <w:rsid w:val="009956C7"/>
    <w:rsid w:val="00996A27"/>
    <w:rsid w:val="009A21A0"/>
    <w:rsid w:val="009A24CE"/>
    <w:rsid w:val="009A2CB5"/>
    <w:rsid w:val="009A46CF"/>
    <w:rsid w:val="009A4E81"/>
    <w:rsid w:val="009A590A"/>
    <w:rsid w:val="009A7F51"/>
    <w:rsid w:val="009B0326"/>
    <w:rsid w:val="009B0F8C"/>
    <w:rsid w:val="009B295E"/>
    <w:rsid w:val="009B3C24"/>
    <w:rsid w:val="009B4091"/>
    <w:rsid w:val="009B59AB"/>
    <w:rsid w:val="009B6758"/>
    <w:rsid w:val="009C0AC9"/>
    <w:rsid w:val="009C352B"/>
    <w:rsid w:val="009C3578"/>
    <w:rsid w:val="009C496B"/>
    <w:rsid w:val="009C65C7"/>
    <w:rsid w:val="009D0B52"/>
    <w:rsid w:val="009D0B7F"/>
    <w:rsid w:val="009D1B01"/>
    <w:rsid w:val="009D4306"/>
    <w:rsid w:val="009D5251"/>
    <w:rsid w:val="009D63DE"/>
    <w:rsid w:val="009D760E"/>
    <w:rsid w:val="009E00B1"/>
    <w:rsid w:val="009E0B6F"/>
    <w:rsid w:val="009E1AC1"/>
    <w:rsid w:val="009E1D46"/>
    <w:rsid w:val="009E29E7"/>
    <w:rsid w:val="009E393C"/>
    <w:rsid w:val="009E41B0"/>
    <w:rsid w:val="009E5396"/>
    <w:rsid w:val="009E6894"/>
    <w:rsid w:val="009E7A04"/>
    <w:rsid w:val="009E7A0E"/>
    <w:rsid w:val="009F2687"/>
    <w:rsid w:val="009F38D7"/>
    <w:rsid w:val="009F6878"/>
    <w:rsid w:val="009F779D"/>
    <w:rsid w:val="00A00786"/>
    <w:rsid w:val="00A01213"/>
    <w:rsid w:val="00A05FF4"/>
    <w:rsid w:val="00A06BEA"/>
    <w:rsid w:val="00A1152D"/>
    <w:rsid w:val="00A12883"/>
    <w:rsid w:val="00A13D20"/>
    <w:rsid w:val="00A13DB4"/>
    <w:rsid w:val="00A140CD"/>
    <w:rsid w:val="00A16CFA"/>
    <w:rsid w:val="00A2063C"/>
    <w:rsid w:val="00A20999"/>
    <w:rsid w:val="00A24726"/>
    <w:rsid w:val="00A27765"/>
    <w:rsid w:val="00A30F59"/>
    <w:rsid w:val="00A33337"/>
    <w:rsid w:val="00A334C4"/>
    <w:rsid w:val="00A33E71"/>
    <w:rsid w:val="00A35982"/>
    <w:rsid w:val="00A3743B"/>
    <w:rsid w:val="00A3764F"/>
    <w:rsid w:val="00A37FF7"/>
    <w:rsid w:val="00A40D63"/>
    <w:rsid w:val="00A41129"/>
    <w:rsid w:val="00A41795"/>
    <w:rsid w:val="00A41D1F"/>
    <w:rsid w:val="00A42579"/>
    <w:rsid w:val="00A445CE"/>
    <w:rsid w:val="00A464FE"/>
    <w:rsid w:val="00A469D7"/>
    <w:rsid w:val="00A50F8B"/>
    <w:rsid w:val="00A56953"/>
    <w:rsid w:val="00A57D97"/>
    <w:rsid w:val="00A62935"/>
    <w:rsid w:val="00A634C3"/>
    <w:rsid w:val="00A64A64"/>
    <w:rsid w:val="00A6504F"/>
    <w:rsid w:val="00A65807"/>
    <w:rsid w:val="00A67300"/>
    <w:rsid w:val="00A70D12"/>
    <w:rsid w:val="00A72FFA"/>
    <w:rsid w:val="00A73FDF"/>
    <w:rsid w:val="00A74877"/>
    <w:rsid w:val="00A75D83"/>
    <w:rsid w:val="00A76C74"/>
    <w:rsid w:val="00A81490"/>
    <w:rsid w:val="00A838B2"/>
    <w:rsid w:val="00A84429"/>
    <w:rsid w:val="00A85594"/>
    <w:rsid w:val="00A86760"/>
    <w:rsid w:val="00A95959"/>
    <w:rsid w:val="00A971F3"/>
    <w:rsid w:val="00AA0815"/>
    <w:rsid w:val="00AA23E0"/>
    <w:rsid w:val="00AA7DE1"/>
    <w:rsid w:val="00AA7EC2"/>
    <w:rsid w:val="00AB076D"/>
    <w:rsid w:val="00AB102C"/>
    <w:rsid w:val="00AB2B7E"/>
    <w:rsid w:val="00AB4B09"/>
    <w:rsid w:val="00AB57DD"/>
    <w:rsid w:val="00AC3A20"/>
    <w:rsid w:val="00AC7E65"/>
    <w:rsid w:val="00AD022F"/>
    <w:rsid w:val="00AD2004"/>
    <w:rsid w:val="00AD2799"/>
    <w:rsid w:val="00AD2D2A"/>
    <w:rsid w:val="00AD2E41"/>
    <w:rsid w:val="00AD4271"/>
    <w:rsid w:val="00AE1D10"/>
    <w:rsid w:val="00AE2318"/>
    <w:rsid w:val="00AE2DFE"/>
    <w:rsid w:val="00AE3C5D"/>
    <w:rsid w:val="00AE5731"/>
    <w:rsid w:val="00AF1A07"/>
    <w:rsid w:val="00AF43A2"/>
    <w:rsid w:val="00AF5ED9"/>
    <w:rsid w:val="00AF7293"/>
    <w:rsid w:val="00B01FF3"/>
    <w:rsid w:val="00B04FCA"/>
    <w:rsid w:val="00B06523"/>
    <w:rsid w:val="00B06FC8"/>
    <w:rsid w:val="00B13802"/>
    <w:rsid w:val="00B16EFD"/>
    <w:rsid w:val="00B20C1C"/>
    <w:rsid w:val="00B220E3"/>
    <w:rsid w:val="00B318B0"/>
    <w:rsid w:val="00B31C13"/>
    <w:rsid w:val="00B32C17"/>
    <w:rsid w:val="00B365E8"/>
    <w:rsid w:val="00B40DC2"/>
    <w:rsid w:val="00B41BE2"/>
    <w:rsid w:val="00B424E4"/>
    <w:rsid w:val="00B44BD6"/>
    <w:rsid w:val="00B457D2"/>
    <w:rsid w:val="00B470ED"/>
    <w:rsid w:val="00B5686A"/>
    <w:rsid w:val="00B579D0"/>
    <w:rsid w:val="00B57A17"/>
    <w:rsid w:val="00B60617"/>
    <w:rsid w:val="00B606C8"/>
    <w:rsid w:val="00B61EA2"/>
    <w:rsid w:val="00B64524"/>
    <w:rsid w:val="00B658DF"/>
    <w:rsid w:val="00B71BE5"/>
    <w:rsid w:val="00B7244E"/>
    <w:rsid w:val="00B80E7B"/>
    <w:rsid w:val="00B81E49"/>
    <w:rsid w:val="00B83ACF"/>
    <w:rsid w:val="00B84473"/>
    <w:rsid w:val="00B86E36"/>
    <w:rsid w:val="00B87B06"/>
    <w:rsid w:val="00B962CA"/>
    <w:rsid w:val="00B97654"/>
    <w:rsid w:val="00BA452D"/>
    <w:rsid w:val="00BA609B"/>
    <w:rsid w:val="00BA742A"/>
    <w:rsid w:val="00BB0A4C"/>
    <w:rsid w:val="00BB0ACC"/>
    <w:rsid w:val="00BB2269"/>
    <w:rsid w:val="00BB2CEC"/>
    <w:rsid w:val="00BB3115"/>
    <w:rsid w:val="00BB3D54"/>
    <w:rsid w:val="00BB59DB"/>
    <w:rsid w:val="00BB78AF"/>
    <w:rsid w:val="00BB7D33"/>
    <w:rsid w:val="00BC28B7"/>
    <w:rsid w:val="00BC3A34"/>
    <w:rsid w:val="00BC5BB0"/>
    <w:rsid w:val="00BC74DC"/>
    <w:rsid w:val="00BD072D"/>
    <w:rsid w:val="00BD7073"/>
    <w:rsid w:val="00BE08D4"/>
    <w:rsid w:val="00BE1E91"/>
    <w:rsid w:val="00BE6CD7"/>
    <w:rsid w:val="00BF64AC"/>
    <w:rsid w:val="00BF65C5"/>
    <w:rsid w:val="00C01372"/>
    <w:rsid w:val="00C050C9"/>
    <w:rsid w:val="00C05C98"/>
    <w:rsid w:val="00C06409"/>
    <w:rsid w:val="00C064F8"/>
    <w:rsid w:val="00C12ACA"/>
    <w:rsid w:val="00C136E5"/>
    <w:rsid w:val="00C1754E"/>
    <w:rsid w:val="00C17931"/>
    <w:rsid w:val="00C17B40"/>
    <w:rsid w:val="00C202BE"/>
    <w:rsid w:val="00C20D8C"/>
    <w:rsid w:val="00C221D5"/>
    <w:rsid w:val="00C24EC4"/>
    <w:rsid w:val="00C256DA"/>
    <w:rsid w:val="00C26A3F"/>
    <w:rsid w:val="00C32560"/>
    <w:rsid w:val="00C33179"/>
    <w:rsid w:val="00C34722"/>
    <w:rsid w:val="00C35D47"/>
    <w:rsid w:val="00C36041"/>
    <w:rsid w:val="00C36B9F"/>
    <w:rsid w:val="00C40CB1"/>
    <w:rsid w:val="00C41065"/>
    <w:rsid w:val="00C424EF"/>
    <w:rsid w:val="00C42F9B"/>
    <w:rsid w:val="00C4360F"/>
    <w:rsid w:val="00C45786"/>
    <w:rsid w:val="00C473CF"/>
    <w:rsid w:val="00C502F0"/>
    <w:rsid w:val="00C504E4"/>
    <w:rsid w:val="00C5256A"/>
    <w:rsid w:val="00C551AD"/>
    <w:rsid w:val="00C56D17"/>
    <w:rsid w:val="00C613F3"/>
    <w:rsid w:val="00C6175D"/>
    <w:rsid w:val="00C63A83"/>
    <w:rsid w:val="00C6534C"/>
    <w:rsid w:val="00C65A3D"/>
    <w:rsid w:val="00C7135E"/>
    <w:rsid w:val="00C71D70"/>
    <w:rsid w:val="00C721F7"/>
    <w:rsid w:val="00C7493E"/>
    <w:rsid w:val="00C76E35"/>
    <w:rsid w:val="00C76F72"/>
    <w:rsid w:val="00C81A44"/>
    <w:rsid w:val="00C82C29"/>
    <w:rsid w:val="00C82D84"/>
    <w:rsid w:val="00C84767"/>
    <w:rsid w:val="00C97744"/>
    <w:rsid w:val="00CA12C9"/>
    <w:rsid w:val="00CA260A"/>
    <w:rsid w:val="00CA478D"/>
    <w:rsid w:val="00CA4B73"/>
    <w:rsid w:val="00CA4CA6"/>
    <w:rsid w:val="00CA6B86"/>
    <w:rsid w:val="00CB0334"/>
    <w:rsid w:val="00CB09E4"/>
    <w:rsid w:val="00CB0F91"/>
    <w:rsid w:val="00CB10D3"/>
    <w:rsid w:val="00CB16B3"/>
    <w:rsid w:val="00CB5DF7"/>
    <w:rsid w:val="00CC20F8"/>
    <w:rsid w:val="00CC32E6"/>
    <w:rsid w:val="00CC4801"/>
    <w:rsid w:val="00CC4A29"/>
    <w:rsid w:val="00CC535A"/>
    <w:rsid w:val="00CC68AD"/>
    <w:rsid w:val="00CC72F6"/>
    <w:rsid w:val="00CD14B2"/>
    <w:rsid w:val="00CD1AB6"/>
    <w:rsid w:val="00CD54F9"/>
    <w:rsid w:val="00CD637C"/>
    <w:rsid w:val="00CD6EC1"/>
    <w:rsid w:val="00CD71D0"/>
    <w:rsid w:val="00CE1211"/>
    <w:rsid w:val="00CE1D06"/>
    <w:rsid w:val="00CE6557"/>
    <w:rsid w:val="00CE6C21"/>
    <w:rsid w:val="00CF28E0"/>
    <w:rsid w:val="00CF2CDD"/>
    <w:rsid w:val="00CF5199"/>
    <w:rsid w:val="00CF6546"/>
    <w:rsid w:val="00CF780F"/>
    <w:rsid w:val="00CF7C71"/>
    <w:rsid w:val="00D04D9D"/>
    <w:rsid w:val="00D0542E"/>
    <w:rsid w:val="00D10785"/>
    <w:rsid w:val="00D16453"/>
    <w:rsid w:val="00D16B33"/>
    <w:rsid w:val="00D17636"/>
    <w:rsid w:val="00D21DA4"/>
    <w:rsid w:val="00D2357E"/>
    <w:rsid w:val="00D26349"/>
    <w:rsid w:val="00D31211"/>
    <w:rsid w:val="00D32E8B"/>
    <w:rsid w:val="00D3420B"/>
    <w:rsid w:val="00D343AE"/>
    <w:rsid w:val="00D35406"/>
    <w:rsid w:val="00D368B0"/>
    <w:rsid w:val="00D40265"/>
    <w:rsid w:val="00D404E2"/>
    <w:rsid w:val="00D40FB9"/>
    <w:rsid w:val="00D41313"/>
    <w:rsid w:val="00D415F0"/>
    <w:rsid w:val="00D41AC9"/>
    <w:rsid w:val="00D41BC0"/>
    <w:rsid w:val="00D42390"/>
    <w:rsid w:val="00D43852"/>
    <w:rsid w:val="00D4540E"/>
    <w:rsid w:val="00D45A67"/>
    <w:rsid w:val="00D46E4F"/>
    <w:rsid w:val="00D47756"/>
    <w:rsid w:val="00D47CB4"/>
    <w:rsid w:val="00D5281D"/>
    <w:rsid w:val="00D5568E"/>
    <w:rsid w:val="00D557D0"/>
    <w:rsid w:val="00D56000"/>
    <w:rsid w:val="00D571DB"/>
    <w:rsid w:val="00D57B30"/>
    <w:rsid w:val="00D63F27"/>
    <w:rsid w:val="00D64B56"/>
    <w:rsid w:val="00D64B72"/>
    <w:rsid w:val="00D6511F"/>
    <w:rsid w:val="00D7459A"/>
    <w:rsid w:val="00D75202"/>
    <w:rsid w:val="00D76005"/>
    <w:rsid w:val="00D77790"/>
    <w:rsid w:val="00D807DD"/>
    <w:rsid w:val="00D81751"/>
    <w:rsid w:val="00D81971"/>
    <w:rsid w:val="00D83422"/>
    <w:rsid w:val="00D87EF0"/>
    <w:rsid w:val="00D91347"/>
    <w:rsid w:val="00D93757"/>
    <w:rsid w:val="00D94045"/>
    <w:rsid w:val="00D9417F"/>
    <w:rsid w:val="00D96826"/>
    <w:rsid w:val="00DA07DD"/>
    <w:rsid w:val="00DA315B"/>
    <w:rsid w:val="00DA3E9C"/>
    <w:rsid w:val="00DA751C"/>
    <w:rsid w:val="00DB3188"/>
    <w:rsid w:val="00DB3E27"/>
    <w:rsid w:val="00DB66CC"/>
    <w:rsid w:val="00DC171A"/>
    <w:rsid w:val="00DC1A09"/>
    <w:rsid w:val="00DC1A62"/>
    <w:rsid w:val="00DC1D1C"/>
    <w:rsid w:val="00DC39FD"/>
    <w:rsid w:val="00DD3A7D"/>
    <w:rsid w:val="00DD65E3"/>
    <w:rsid w:val="00DD6825"/>
    <w:rsid w:val="00DE1D8B"/>
    <w:rsid w:val="00DE282A"/>
    <w:rsid w:val="00DE5231"/>
    <w:rsid w:val="00DE5B3F"/>
    <w:rsid w:val="00DE628D"/>
    <w:rsid w:val="00DE7887"/>
    <w:rsid w:val="00DF0468"/>
    <w:rsid w:val="00DF175A"/>
    <w:rsid w:val="00DF1A1A"/>
    <w:rsid w:val="00DF1E3F"/>
    <w:rsid w:val="00DF3600"/>
    <w:rsid w:val="00DF74A1"/>
    <w:rsid w:val="00E0234E"/>
    <w:rsid w:val="00E061E1"/>
    <w:rsid w:val="00E068AF"/>
    <w:rsid w:val="00E10680"/>
    <w:rsid w:val="00E1267A"/>
    <w:rsid w:val="00E12C3C"/>
    <w:rsid w:val="00E134C5"/>
    <w:rsid w:val="00E1494B"/>
    <w:rsid w:val="00E1531D"/>
    <w:rsid w:val="00E16CAC"/>
    <w:rsid w:val="00E23B49"/>
    <w:rsid w:val="00E246DF"/>
    <w:rsid w:val="00E2473D"/>
    <w:rsid w:val="00E2610D"/>
    <w:rsid w:val="00E26DCE"/>
    <w:rsid w:val="00E3117C"/>
    <w:rsid w:val="00E33323"/>
    <w:rsid w:val="00E33888"/>
    <w:rsid w:val="00E37D0D"/>
    <w:rsid w:val="00E37F96"/>
    <w:rsid w:val="00E41A6A"/>
    <w:rsid w:val="00E41D99"/>
    <w:rsid w:val="00E42429"/>
    <w:rsid w:val="00E42F28"/>
    <w:rsid w:val="00E45B76"/>
    <w:rsid w:val="00E45C8D"/>
    <w:rsid w:val="00E50D1A"/>
    <w:rsid w:val="00E5204F"/>
    <w:rsid w:val="00E53324"/>
    <w:rsid w:val="00E53C93"/>
    <w:rsid w:val="00E57388"/>
    <w:rsid w:val="00E609E8"/>
    <w:rsid w:val="00E61053"/>
    <w:rsid w:val="00E62E53"/>
    <w:rsid w:val="00E66017"/>
    <w:rsid w:val="00E7013D"/>
    <w:rsid w:val="00E720A0"/>
    <w:rsid w:val="00E73FA3"/>
    <w:rsid w:val="00E75131"/>
    <w:rsid w:val="00E7654A"/>
    <w:rsid w:val="00E77197"/>
    <w:rsid w:val="00E82CB8"/>
    <w:rsid w:val="00E82FAF"/>
    <w:rsid w:val="00E8311F"/>
    <w:rsid w:val="00E8655F"/>
    <w:rsid w:val="00E910F5"/>
    <w:rsid w:val="00E9190A"/>
    <w:rsid w:val="00E93F62"/>
    <w:rsid w:val="00E942CF"/>
    <w:rsid w:val="00E96025"/>
    <w:rsid w:val="00E961F7"/>
    <w:rsid w:val="00E9623E"/>
    <w:rsid w:val="00E96563"/>
    <w:rsid w:val="00E97A33"/>
    <w:rsid w:val="00EA0020"/>
    <w:rsid w:val="00EA0CC2"/>
    <w:rsid w:val="00EA2366"/>
    <w:rsid w:val="00EA2ECC"/>
    <w:rsid w:val="00EA3C59"/>
    <w:rsid w:val="00EA5E14"/>
    <w:rsid w:val="00EA5FAD"/>
    <w:rsid w:val="00EA6881"/>
    <w:rsid w:val="00EA72CA"/>
    <w:rsid w:val="00EB1575"/>
    <w:rsid w:val="00EB15C8"/>
    <w:rsid w:val="00EB1C50"/>
    <w:rsid w:val="00EB1CAC"/>
    <w:rsid w:val="00EB20C6"/>
    <w:rsid w:val="00EB24E7"/>
    <w:rsid w:val="00EB39D0"/>
    <w:rsid w:val="00EB492E"/>
    <w:rsid w:val="00EB4D39"/>
    <w:rsid w:val="00EC0D47"/>
    <w:rsid w:val="00EC284C"/>
    <w:rsid w:val="00EC2B2B"/>
    <w:rsid w:val="00EC2C51"/>
    <w:rsid w:val="00EC6400"/>
    <w:rsid w:val="00ED2320"/>
    <w:rsid w:val="00ED5312"/>
    <w:rsid w:val="00ED77AD"/>
    <w:rsid w:val="00EE1DB4"/>
    <w:rsid w:val="00EF0182"/>
    <w:rsid w:val="00EF0FA0"/>
    <w:rsid w:val="00EF2C5C"/>
    <w:rsid w:val="00EF3EA4"/>
    <w:rsid w:val="00EF3F16"/>
    <w:rsid w:val="00EF419F"/>
    <w:rsid w:val="00EF6A44"/>
    <w:rsid w:val="00EF6FA0"/>
    <w:rsid w:val="00EF755E"/>
    <w:rsid w:val="00EF76DF"/>
    <w:rsid w:val="00EF77DA"/>
    <w:rsid w:val="00EF7F13"/>
    <w:rsid w:val="00F0153F"/>
    <w:rsid w:val="00F0793B"/>
    <w:rsid w:val="00F079B1"/>
    <w:rsid w:val="00F127C8"/>
    <w:rsid w:val="00F17261"/>
    <w:rsid w:val="00F21488"/>
    <w:rsid w:val="00F22BD0"/>
    <w:rsid w:val="00F23152"/>
    <w:rsid w:val="00F247CE"/>
    <w:rsid w:val="00F24DE8"/>
    <w:rsid w:val="00F25270"/>
    <w:rsid w:val="00F30054"/>
    <w:rsid w:val="00F33E93"/>
    <w:rsid w:val="00F3475E"/>
    <w:rsid w:val="00F40C8D"/>
    <w:rsid w:val="00F411C7"/>
    <w:rsid w:val="00F412FD"/>
    <w:rsid w:val="00F46A8E"/>
    <w:rsid w:val="00F46B6E"/>
    <w:rsid w:val="00F47455"/>
    <w:rsid w:val="00F52370"/>
    <w:rsid w:val="00F5426C"/>
    <w:rsid w:val="00F55DE8"/>
    <w:rsid w:val="00F565EE"/>
    <w:rsid w:val="00F56B08"/>
    <w:rsid w:val="00F618DD"/>
    <w:rsid w:val="00F62046"/>
    <w:rsid w:val="00F6521F"/>
    <w:rsid w:val="00F6729B"/>
    <w:rsid w:val="00F7282A"/>
    <w:rsid w:val="00F72CCF"/>
    <w:rsid w:val="00F74A06"/>
    <w:rsid w:val="00F773E3"/>
    <w:rsid w:val="00F77411"/>
    <w:rsid w:val="00F80A9E"/>
    <w:rsid w:val="00F81693"/>
    <w:rsid w:val="00F83C15"/>
    <w:rsid w:val="00F83C8E"/>
    <w:rsid w:val="00F8534A"/>
    <w:rsid w:val="00F85F1A"/>
    <w:rsid w:val="00F86B3E"/>
    <w:rsid w:val="00F90804"/>
    <w:rsid w:val="00F91DD9"/>
    <w:rsid w:val="00F92E7E"/>
    <w:rsid w:val="00F93DA0"/>
    <w:rsid w:val="00FA1CA3"/>
    <w:rsid w:val="00FA1EA4"/>
    <w:rsid w:val="00FA2053"/>
    <w:rsid w:val="00FA2CF5"/>
    <w:rsid w:val="00FA6F63"/>
    <w:rsid w:val="00FA79E3"/>
    <w:rsid w:val="00FB2958"/>
    <w:rsid w:val="00FB3E1F"/>
    <w:rsid w:val="00FB6431"/>
    <w:rsid w:val="00FB645D"/>
    <w:rsid w:val="00FB6B2A"/>
    <w:rsid w:val="00FC080C"/>
    <w:rsid w:val="00FD0A5C"/>
    <w:rsid w:val="00FD1A4C"/>
    <w:rsid w:val="00FD34B3"/>
    <w:rsid w:val="00FD3C4F"/>
    <w:rsid w:val="00FD3EAF"/>
    <w:rsid w:val="00FD54B6"/>
    <w:rsid w:val="00FD750E"/>
    <w:rsid w:val="00FE0906"/>
    <w:rsid w:val="00FE5D3C"/>
    <w:rsid w:val="00FE6B08"/>
    <w:rsid w:val="00FF0850"/>
    <w:rsid w:val="00FF2D34"/>
    <w:rsid w:val="00FF2D55"/>
    <w:rsid w:val="00FF512E"/>
    <w:rsid w:val="00FF73B9"/>
    <w:rsid w:val="00FF7B8A"/>
    <w:rsid w:val="00FF7B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o:allowincell="f" fillcolor="white">
      <v:fill color="white"/>
    </o:shapedefaults>
    <o:shapelayout v:ext="edit">
      <o:idmap v:ext="edit" data="2"/>
    </o:shapelayout>
  </w:shapeDefaults>
  <w:decimalSymbol w:val=","/>
  <w:listSeparator w:val=";"/>
  <w14:docId w14:val="0D2D4E3E"/>
  <w15:docId w15:val="{67341FA1-AC46-46DB-B5E3-F09D3AA8DA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y">
    <w:name w:val="Normal"/>
    <w:qFormat/>
    <w:rsid w:val="007754BE"/>
    <w:pPr>
      <w:jc w:val="both"/>
    </w:pPr>
    <w:rPr>
      <w:rFonts w:ascii="Arial" w:hAnsi="Arial"/>
    </w:rPr>
  </w:style>
  <w:style w:type="paragraph" w:styleId="Nadpis1">
    <w:name w:val="heading 1"/>
    <w:basedOn w:val="Vnitonadresa"/>
    <w:next w:val="Zkladntext"/>
    <w:qFormat/>
    <w:rsid w:val="00582785"/>
    <w:pPr>
      <w:keepNext/>
      <w:numPr>
        <w:numId w:val="1"/>
      </w:numPr>
      <w:tabs>
        <w:tab w:val="clear" w:pos="720"/>
        <w:tab w:val="num" w:pos="567"/>
      </w:tabs>
      <w:suppressAutoHyphens/>
      <w:spacing w:line="240" w:lineRule="auto"/>
      <w:ind w:left="0" w:hanging="11"/>
      <w:outlineLvl w:val="0"/>
    </w:pPr>
    <w:rPr>
      <w:rFonts w:cs="Arial"/>
      <w:b/>
      <w:spacing w:val="10"/>
      <w:kern w:val="20"/>
      <w:sz w:val="32"/>
      <w:szCs w:val="32"/>
    </w:rPr>
  </w:style>
  <w:style w:type="paragraph" w:styleId="Nadpis2">
    <w:name w:val="heading 2"/>
    <w:basedOn w:val="Odsekzoznamu"/>
    <w:next w:val="Zkladntext"/>
    <w:link w:val="Nadpis2Char"/>
    <w:qFormat/>
    <w:rsid w:val="00D81751"/>
    <w:pPr>
      <w:keepNext/>
      <w:numPr>
        <w:ilvl w:val="1"/>
        <w:numId w:val="1"/>
      </w:numPr>
      <w:tabs>
        <w:tab w:val="clear" w:pos="720"/>
        <w:tab w:val="num" w:pos="567"/>
      </w:tabs>
      <w:suppressAutoHyphens/>
      <w:ind w:left="0" w:hanging="11"/>
      <w:outlineLvl w:val="1"/>
    </w:pPr>
    <w:rPr>
      <w:rFonts w:cs="Arial"/>
      <w:b/>
      <w:sz w:val="22"/>
      <w:szCs w:val="22"/>
    </w:rPr>
  </w:style>
  <w:style w:type="paragraph" w:styleId="Nadpis3">
    <w:name w:val="heading 3"/>
    <w:basedOn w:val="Nadpiszkladn"/>
    <w:next w:val="Zkladntext"/>
    <w:qFormat/>
    <w:rsid w:val="00447251"/>
    <w:pPr>
      <w:spacing w:after="220"/>
      <w:outlineLvl w:val="2"/>
    </w:pPr>
  </w:style>
  <w:style w:type="paragraph" w:styleId="Nadpis4">
    <w:name w:val="heading 4"/>
    <w:basedOn w:val="Nadpiszkladn"/>
    <w:next w:val="Zkladntext"/>
    <w:qFormat/>
    <w:rsid w:val="00447251"/>
    <w:pPr>
      <w:ind w:left="360"/>
      <w:outlineLvl w:val="3"/>
    </w:pPr>
    <w:rPr>
      <w:spacing w:val="-5"/>
      <w:sz w:val="18"/>
    </w:rPr>
  </w:style>
  <w:style w:type="paragraph" w:styleId="Nadpis5">
    <w:name w:val="heading 5"/>
    <w:basedOn w:val="Nadpiszkladn"/>
    <w:next w:val="Zkladntext"/>
    <w:qFormat/>
    <w:rsid w:val="00447251"/>
    <w:pPr>
      <w:ind w:left="720"/>
      <w:outlineLvl w:val="4"/>
    </w:pPr>
    <w:rPr>
      <w:spacing w:val="-5"/>
      <w:sz w:val="18"/>
    </w:rPr>
  </w:style>
  <w:style w:type="paragraph" w:styleId="Nadpis6">
    <w:name w:val="heading 6"/>
    <w:basedOn w:val="Nadpiszkladn"/>
    <w:next w:val="Zkladntext"/>
    <w:qFormat/>
    <w:rsid w:val="00447251"/>
    <w:pPr>
      <w:ind w:left="1080"/>
      <w:outlineLvl w:val="5"/>
    </w:pPr>
    <w:rPr>
      <w:spacing w:val="-5"/>
      <w:sz w:val="18"/>
    </w:rPr>
  </w:style>
  <w:style w:type="paragraph" w:styleId="Nadpis7">
    <w:name w:val="heading 7"/>
    <w:basedOn w:val="Nadpiszkladn"/>
    <w:next w:val="Zkladntext"/>
    <w:qFormat/>
    <w:rsid w:val="00447251"/>
    <w:pPr>
      <w:ind w:left="1440"/>
      <w:outlineLvl w:val="6"/>
    </w:pPr>
    <w:rPr>
      <w:spacing w:val="-5"/>
      <w:sz w:val="18"/>
    </w:rPr>
  </w:style>
  <w:style w:type="paragraph" w:styleId="Nadpis8">
    <w:name w:val="heading 8"/>
    <w:basedOn w:val="Nadpiszkladn"/>
    <w:next w:val="Zkladntext"/>
    <w:qFormat/>
    <w:rsid w:val="00447251"/>
    <w:pPr>
      <w:ind w:left="1800"/>
      <w:outlineLvl w:val="7"/>
    </w:pPr>
    <w:rPr>
      <w:spacing w:val="-5"/>
      <w:sz w:val="18"/>
    </w:rPr>
  </w:style>
  <w:style w:type="paragraph" w:styleId="Nadpis9">
    <w:name w:val="heading 9"/>
    <w:basedOn w:val="Nadpiszkladn"/>
    <w:next w:val="Zkladntext"/>
    <w:qFormat/>
    <w:rsid w:val="00447251"/>
    <w:pPr>
      <w:ind w:left="2160"/>
      <w:outlineLvl w:val="8"/>
    </w:pPr>
    <w:rPr>
      <w:spacing w:val="-5"/>
      <w:sz w:val="1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adpiszkladn">
    <w:name w:val="Nadpis základní"/>
    <w:basedOn w:val="Zkladntext"/>
    <w:next w:val="Zkladntext"/>
    <w:rsid w:val="00447251"/>
    <w:pPr>
      <w:keepNext/>
      <w:keepLines/>
      <w:spacing w:after="0"/>
    </w:pPr>
    <w:rPr>
      <w:b/>
      <w:spacing w:val="10"/>
      <w:kern w:val="20"/>
      <w:sz w:val="22"/>
    </w:rPr>
  </w:style>
  <w:style w:type="paragraph" w:styleId="Zkladntext">
    <w:name w:val="Body Text"/>
    <w:basedOn w:val="Normlny"/>
    <w:link w:val="ZkladntextChar"/>
    <w:rsid w:val="00447251"/>
    <w:pPr>
      <w:spacing w:after="220" w:line="220" w:lineRule="atLeast"/>
    </w:pPr>
  </w:style>
  <w:style w:type="paragraph" w:customStyle="1" w:styleId="Adresa1">
    <w:name w:val="Adresa1"/>
    <w:basedOn w:val="Zkladntext"/>
    <w:rsid w:val="00447251"/>
    <w:pPr>
      <w:keepLines/>
      <w:spacing w:after="0"/>
      <w:ind w:right="4320"/>
    </w:pPr>
  </w:style>
  <w:style w:type="character" w:styleId="Odkaznakomentr">
    <w:name w:val="annotation reference"/>
    <w:basedOn w:val="Predvolenpsmoodseku"/>
    <w:semiHidden/>
    <w:rsid w:val="00447251"/>
    <w:rPr>
      <w:sz w:val="16"/>
    </w:rPr>
  </w:style>
  <w:style w:type="paragraph" w:styleId="Textkomentra">
    <w:name w:val="annotation text"/>
    <w:basedOn w:val="Zkladpoznmkypodearou"/>
    <w:link w:val="TextkomentraChar"/>
    <w:semiHidden/>
    <w:rsid w:val="00447251"/>
  </w:style>
  <w:style w:type="paragraph" w:customStyle="1" w:styleId="Zkladpoznmkypodearou">
    <w:name w:val="Základ poznámky pod earou"/>
    <w:basedOn w:val="Zkladntext"/>
    <w:link w:val="ZkladpoznmkypodearouChar"/>
    <w:rsid w:val="00447251"/>
    <w:pPr>
      <w:keepLines/>
    </w:pPr>
    <w:rPr>
      <w:sz w:val="16"/>
    </w:rPr>
  </w:style>
  <w:style w:type="paragraph" w:customStyle="1" w:styleId="Upozornin">
    <w:name w:val="Upozorniní"/>
    <w:basedOn w:val="Zkladntext"/>
    <w:next w:val="Osloven1"/>
    <w:rsid w:val="00447251"/>
    <w:pPr>
      <w:spacing w:before="220" w:after="0"/>
    </w:pPr>
  </w:style>
  <w:style w:type="paragraph" w:customStyle="1" w:styleId="Osloven1">
    <w:name w:val="Oslovení1"/>
    <w:basedOn w:val="Zkladntext"/>
    <w:next w:val="Poedmit"/>
    <w:rsid w:val="00447251"/>
    <w:pPr>
      <w:spacing w:before="220"/>
    </w:pPr>
  </w:style>
  <w:style w:type="paragraph" w:customStyle="1" w:styleId="Poedmit">
    <w:name w:val="Poedmit"/>
    <w:basedOn w:val="Zkladntext"/>
    <w:next w:val="Zkladntext"/>
    <w:rsid w:val="00447251"/>
    <w:rPr>
      <w:b/>
      <w:spacing w:val="10"/>
      <w:sz w:val="22"/>
    </w:rPr>
  </w:style>
  <w:style w:type="paragraph" w:styleId="Citcia">
    <w:name w:val="Quote"/>
    <w:basedOn w:val="Zkladntext"/>
    <w:qFormat/>
    <w:rsid w:val="00447251"/>
    <w:pPr>
      <w:keepLines/>
      <w:ind w:left="720" w:right="720"/>
    </w:pPr>
  </w:style>
  <w:style w:type="paragraph" w:customStyle="1" w:styleId="Prvnblokcitace">
    <w:name w:val="První blok citace"/>
    <w:basedOn w:val="Citcia"/>
    <w:next w:val="Citcia"/>
    <w:rsid w:val="00447251"/>
    <w:pPr>
      <w:spacing w:before="120"/>
    </w:pPr>
  </w:style>
  <w:style w:type="paragraph" w:customStyle="1" w:styleId="Poslednblokcitace">
    <w:name w:val="Poslední blok citace"/>
    <w:basedOn w:val="Citcia"/>
    <w:next w:val="Zkladntext"/>
    <w:rsid w:val="00447251"/>
    <w:pPr>
      <w:spacing w:after="240"/>
    </w:pPr>
  </w:style>
  <w:style w:type="paragraph" w:customStyle="1" w:styleId="Zkladntext21">
    <w:name w:val="Základní text 21"/>
    <w:basedOn w:val="Zkladntext"/>
    <w:rsid w:val="00447251"/>
    <w:pPr>
      <w:ind w:left="360"/>
    </w:pPr>
  </w:style>
  <w:style w:type="paragraph" w:customStyle="1" w:styleId="Poslednzkladntext">
    <w:name w:val="Poslední základní text"/>
    <w:basedOn w:val="Zkladntext"/>
    <w:rsid w:val="00447251"/>
    <w:pPr>
      <w:keepNext/>
    </w:pPr>
  </w:style>
  <w:style w:type="paragraph" w:styleId="Popis">
    <w:name w:val="caption"/>
    <w:basedOn w:val="Obrzek"/>
    <w:next w:val="Zkladntext"/>
    <w:qFormat/>
    <w:rsid w:val="00447251"/>
    <w:rPr>
      <w:sz w:val="16"/>
    </w:rPr>
  </w:style>
  <w:style w:type="paragraph" w:customStyle="1" w:styleId="Obrzek">
    <w:name w:val="Obrázek"/>
    <w:basedOn w:val="Normlny"/>
    <w:next w:val="Popis"/>
    <w:rsid w:val="00447251"/>
    <w:pPr>
      <w:keepNext/>
    </w:pPr>
  </w:style>
  <w:style w:type="paragraph" w:customStyle="1" w:styleId="Kopie">
    <w:name w:val="Kopie"/>
    <w:basedOn w:val="Zkladntext"/>
    <w:rsid w:val="00447251"/>
    <w:pPr>
      <w:keepLines/>
      <w:ind w:left="360" w:hanging="360"/>
    </w:pPr>
  </w:style>
  <w:style w:type="paragraph" w:styleId="Zver">
    <w:name w:val="Closing"/>
    <w:basedOn w:val="Zkladntext"/>
    <w:next w:val="PodpisNzevspoleenosti"/>
    <w:rsid w:val="00447251"/>
    <w:pPr>
      <w:keepNext/>
      <w:spacing w:after="60"/>
    </w:pPr>
  </w:style>
  <w:style w:type="paragraph" w:customStyle="1" w:styleId="PodpisNzevspoleenosti">
    <w:name w:val="Podpis Název spoleenosti"/>
    <w:basedOn w:val="Podpis"/>
    <w:next w:val="Podpis-jmno"/>
    <w:rsid w:val="00447251"/>
    <w:pPr>
      <w:keepNext/>
      <w:spacing w:line="220" w:lineRule="atLeast"/>
      <w:ind w:left="0"/>
    </w:pPr>
  </w:style>
  <w:style w:type="paragraph" w:styleId="Podpis">
    <w:name w:val="Signature"/>
    <w:basedOn w:val="Zkladntext"/>
    <w:rsid w:val="00447251"/>
    <w:pPr>
      <w:spacing w:after="0" w:line="240" w:lineRule="auto"/>
      <w:ind w:left="4252"/>
    </w:pPr>
  </w:style>
  <w:style w:type="paragraph" w:customStyle="1" w:styleId="Podpis-jmno">
    <w:name w:val="Podpis - jméno"/>
    <w:basedOn w:val="Podpis"/>
    <w:next w:val="Podpis-funkce"/>
    <w:rsid w:val="00447251"/>
    <w:pPr>
      <w:keepNext/>
      <w:spacing w:before="880" w:line="220" w:lineRule="atLeast"/>
      <w:ind w:left="0"/>
    </w:pPr>
  </w:style>
  <w:style w:type="paragraph" w:customStyle="1" w:styleId="Podpis-funkce">
    <w:name w:val="Podpis - funkce"/>
    <w:basedOn w:val="Podpis"/>
    <w:next w:val="Poeteenpsmenaodkazu"/>
    <w:rsid w:val="00447251"/>
    <w:pPr>
      <w:keepNext/>
      <w:spacing w:line="220" w:lineRule="atLeast"/>
      <w:ind w:left="0"/>
    </w:pPr>
  </w:style>
  <w:style w:type="paragraph" w:customStyle="1" w:styleId="Poeteenpsmenaodkazu">
    <w:name w:val="Poeáteení písmena odkazu"/>
    <w:basedOn w:val="Zkladntext"/>
    <w:next w:val="Poloha"/>
    <w:rsid w:val="00447251"/>
    <w:pPr>
      <w:keepNext/>
      <w:keepLines/>
      <w:spacing w:before="220" w:after="0"/>
    </w:pPr>
  </w:style>
  <w:style w:type="paragraph" w:customStyle="1" w:styleId="Poloha">
    <w:name w:val="Poíloha"/>
    <w:basedOn w:val="Zkladntext"/>
    <w:next w:val="KOPIE0"/>
    <w:rsid w:val="00447251"/>
    <w:pPr>
      <w:keepNext/>
      <w:keepLines/>
    </w:pPr>
  </w:style>
  <w:style w:type="paragraph" w:customStyle="1" w:styleId="KOPIE0">
    <w:name w:val="KOPIE"/>
    <w:basedOn w:val="Zkladntext"/>
    <w:rsid w:val="00447251"/>
    <w:pPr>
      <w:keepLines/>
      <w:ind w:left="360" w:hanging="360"/>
    </w:pPr>
  </w:style>
  <w:style w:type="paragraph" w:customStyle="1" w:styleId="Nzevspoleenosti">
    <w:name w:val="Název spoleenosti"/>
    <w:basedOn w:val="Normlny"/>
    <w:rsid w:val="00447251"/>
    <w:pPr>
      <w:framePr w:w="3840" w:h="1752" w:wrap="notBeside" w:vAnchor="page" w:hAnchor="margin" w:y="889" w:anchorLock="1"/>
      <w:spacing w:line="280" w:lineRule="atLeast"/>
    </w:pPr>
    <w:rPr>
      <w:b/>
      <w:spacing w:val="24"/>
      <w:sz w:val="32"/>
    </w:rPr>
  </w:style>
  <w:style w:type="paragraph" w:customStyle="1" w:styleId="Datum1">
    <w:name w:val="Datum1"/>
    <w:basedOn w:val="Zkladntext"/>
    <w:next w:val="Vnitonadresa"/>
    <w:rsid w:val="00447251"/>
    <w:pPr>
      <w:spacing w:after="440"/>
      <w:ind w:left="4320"/>
    </w:pPr>
  </w:style>
  <w:style w:type="paragraph" w:customStyle="1" w:styleId="Vnitonadresa">
    <w:name w:val="Vnitoní adresa"/>
    <w:basedOn w:val="Zkladntext"/>
    <w:rsid w:val="00447251"/>
    <w:pPr>
      <w:spacing w:after="0"/>
    </w:pPr>
  </w:style>
  <w:style w:type="character" w:customStyle="1" w:styleId="Zvraznn1">
    <w:name w:val="Zvýraznění1"/>
    <w:rsid w:val="00447251"/>
    <w:rPr>
      <w:rFonts w:ascii="Arial" w:hAnsi="Arial"/>
      <w:b/>
      <w:sz w:val="18"/>
    </w:rPr>
  </w:style>
  <w:style w:type="character" w:styleId="Odkaznavysvetlivku">
    <w:name w:val="endnote reference"/>
    <w:basedOn w:val="Predvolenpsmoodseku"/>
    <w:semiHidden/>
    <w:rsid w:val="00447251"/>
    <w:rPr>
      <w:rFonts w:ascii="Arial" w:hAnsi="Arial"/>
      <w:sz w:val="20"/>
      <w:vertAlign w:val="superscript"/>
    </w:rPr>
  </w:style>
  <w:style w:type="paragraph" w:styleId="Textvysvetlivky">
    <w:name w:val="endnote text"/>
    <w:basedOn w:val="Zkladpoznmkypodearou"/>
    <w:semiHidden/>
    <w:rsid w:val="00447251"/>
  </w:style>
  <w:style w:type="paragraph" w:styleId="Adresanaoblke">
    <w:name w:val="envelope address"/>
    <w:basedOn w:val="Zkladntext"/>
    <w:rsid w:val="00447251"/>
    <w:pPr>
      <w:framePr w:w="7920" w:h="1987" w:hRule="exact" w:hSpace="144" w:vSpace="144" w:wrap="auto" w:hAnchor="page" w:xAlign="center" w:yAlign="bottom"/>
      <w:spacing w:after="0"/>
      <w:ind w:left="2880"/>
    </w:pPr>
  </w:style>
  <w:style w:type="paragraph" w:styleId="Spiatonadresanaoblke">
    <w:name w:val="envelope return"/>
    <w:basedOn w:val="Zkladntext"/>
    <w:rsid w:val="00447251"/>
    <w:pPr>
      <w:spacing w:after="0"/>
    </w:pPr>
    <w:rPr>
      <w:sz w:val="18"/>
    </w:rPr>
  </w:style>
  <w:style w:type="paragraph" w:styleId="Pta">
    <w:name w:val="footer"/>
    <w:basedOn w:val="Zhlavzkladn"/>
    <w:link w:val="PtaChar"/>
    <w:uiPriority w:val="99"/>
    <w:rsid w:val="00447251"/>
    <w:pPr>
      <w:spacing w:before="600"/>
    </w:pPr>
    <w:rPr>
      <w:sz w:val="18"/>
    </w:rPr>
  </w:style>
  <w:style w:type="paragraph" w:customStyle="1" w:styleId="Zhlavzkladn">
    <w:name w:val="Záhlaví základní"/>
    <w:basedOn w:val="Zkladntext"/>
    <w:rsid w:val="00447251"/>
    <w:pPr>
      <w:keepLines/>
      <w:tabs>
        <w:tab w:val="center" w:pos="4320"/>
        <w:tab w:val="right" w:pos="8640"/>
      </w:tabs>
      <w:spacing w:after="0"/>
    </w:pPr>
  </w:style>
  <w:style w:type="paragraph" w:customStyle="1" w:styleId="Patasudstrnky">
    <w:name w:val="Pata sudé stránky"/>
    <w:basedOn w:val="Pta"/>
    <w:rsid w:val="00447251"/>
  </w:style>
  <w:style w:type="paragraph" w:customStyle="1" w:styleId="Pataprvnstrnky">
    <w:name w:val="Pata první stránky"/>
    <w:basedOn w:val="Pta"/>
    <w:rsid w:val="00447251"/>
    <w:pPr>
      <w:tabs>
        <w:tab w:val="clear" w:pos="8640"/>
      </w:tabs>
      <w:jc w:val="center"/>
    </w:pPr>
  </w:style>
  <w:style w:type="paragraph" w:customStyle="1" w:styleId="Patalichstrnky">
    <w:name w:val="Pata liché stránky"/>
    <w:basedOn w:val="Pta"/>
    <w:rsid w:val="00447251"/>
    <w:pPr>
      <w:tabs>
        <w:tab w:val="right" w:pos="0"/>
      </w:tabs>
      <w:jc w:val="right"/>
    </w:pPr>
  </w:style>
  <w:style w:type="character" w:styleId="Odkaznapoznmkupodiarou">
    <w:name w:val="footnote reference"/>
    <w:basedOn w:val="Predvolenpsmoodseku"/>
    <w:semiHidden/>
    <w:rsid w:val="00447251"/>
    <w:rPr>
      <w:sz w:val="20"/>
      <w:vertAlign w:val="superscript"/>
    </w:rPr>
  </w:style>
  <w:style w:type="paragraph" w:styleId="Textpoznmkypodiarou">
    <w:name w:val="footnote text"/>
    <w:basedOn w:val="Zkladpoznmkypodearou"/>
    <w:semiHidden/>
    <w:rsid w:val="00447251"/>
    <w:pPr>
      <w:spacing w:after="0"/>
    </w:pPr>
  </w:style>
  <w:style w:type="paragraph" w:styleId="Hlavika">
    <w:name w:val="header"/>
    <w:basedOn w:val="Zhlavzkladn"/>
    <w:link w:val="HlavikaChar"/>
    <w:rsid w:val="00447251"/>
    <w:pPr>
      <w:spacing w:after="600"/>
    </w:pPr>
  </w:style>
  <w:style w:type="paragraph" w:customStyle="1" w:styleId="Zkladzhlav">
    <w:name w:val="Základ záhlaví"/>
    <w:basedOn w:val="Normlny"/>
    <w:rsid w:val="00447251"/>
    <w:pPr>
      <w:keepLines/>
      <w:tabs>
        <w:tab w:val="center" w:pos="4320"/>
        <w:tab w:val="right" w:pos="8640"/>
      </w:tabs>
    </w:pPr>
  </w:style>
  <w:style w:type="paragraph" w:customStyle="1" w:styleId="Zhlavsudstrnky">
    <w:name w:val="Záhlaví sudé stránky"/>
    <w:basedOn w:val="Hlavika"/>
    <w:rsid w:val="00447251"/>
  </w:style>
  <w:style w:type="paragraph" w:customStyle="1" w:styleId="Zhlavprvnstrnky">
    <w:name w:val="Záhlaví první stránky"/>
    <w:basedOn w:val="Hlavika"/>
    <w:rsid w:val="00447251"/>
    <w:pPr>
      <w:tabs>
        <w:tab w:val="clear" w:pos="8640"/>
      </w:tabs>
      <w:jc w:val="center"/>
    </w:pPr>
  </w:style>
  <w:style w:type="paragraph" w:customStyle="1" w:styleId="Zhlavlichstrnky">
    <w:name w:val="Záhlaví liché stránky"/>
    <w:basedOn w:val="Hlavika"/>
    <w:rsid w:val="00447251"/>
    <w:pPr>
      <w:tabs>
        <w:tab w:val="right" w:pos="0"/>
      </w:tabs>
      <w:jc w:val="right"/>
    </w:pPr>
  </w:style>
  <w:style w:type="paragraph" w:customStyle="1" w:styleId="Zkladnadpisu">
    <w:name w:val="Základ nadpisu"/>
    <w:basedOn w:val="Normlny"/>
    <w:next w:val="Zkladntext"/>
    <w:rsid w:val="00447251"/>
    <w:pPr>
      <w:keepNext/>
      <w:spacing w:before="240" w:after="120"/>
    </w:pPr>
    <w:rPr>
      <w:b/>
      <w:kern w:val="28"/>
      <w:sz w:val="36"/>
    </w:rPr>
  </w:style>
  <w:style w:type="character" w:customStyle="1" w:styleId="Zvraznintuen">
    <w:name w:val="Zvýrazniní tuené"/>
    <w:rsid w:val="00447251"/>
    <w:rPr>
      <w:rFonts w:ascii="Arial" w:hAnsi="Arial"/>
      <w:b/>
      <w:sz w:val="18"/>
    </w:rPr>
  </w:style>
  <w:style w:type="character" w:styleId="sloriadka">
    <w:name w:val="line number"/>
    <w:basedOn w:val="Predvolenpsmoodseku"/>
    <w:rsid w:val="00447251"/>
    <w:rPr>
      <w:rFonts w:ascii="Arial" w:hAnsi="Arial"/>
      <w:sz w:val="18"/>
    </w:rPr>
  </w:style>
  <w:style w:type="paragraph" w:styleId="Zoznam">
    <w:name w:val="List"/>
    <w:basedOn w:val="Zkladntext"/>
    <w:rsid w:val="00447251"/>
    <w:pPr>
      <w:ind w:left="720" w:hanging="360"/>
    </w:pPr>
  </w:style>
  <w:style w:type="paragraph" w:styleId="Zoznam2">
    <w:name w:val="List 2"/>
    <w:basedOn w:val="Zoznam"/>
    <w:rsid w:val="00447251"/>
    <w:pPr>
      <w:ind w:left="1080"/>
    </w:pPr>
  </w:style>
  <w:style w:type="paragraph" w:styleId="Zoznam3">
    <w:name w:val="List 3"/>
    <w:basedOn w:val="Zoznam"/>
    <w:rsid w:val="00447251"/>
    <w:pPr>
      <w:ind w:left="1440"/>
    </w:pPr>
  </w:style>
  <w:style w:type="paragraph" w:styleId="Zoznam4">
    <w:name w:val="List 4"/>
    <w:basedOn w:val="Zoznam"/>
    <w:rsid w:val="00447251"/>
    <w:pPr>
      <w:ind w:left="1800"/>
    </w:pPr>
  </w:style>
  <w:style w:type="paragraph" w:styleId="Zoznam5">
    <w:name w:val="List 5"/>
    <w:basedOn w:val="Zoznam"/>
    <w:rsid w:val="00447251"/>
    <w:pPr>
      <w:ind w:left="2160"/>
    </w:pPr>
  </w:style>
  <w:style w:type="paragraph" w:styleId="Zoznamsodrkami">
    <w:name w:val="List Bullet"/>
    <w:basedOn w:val="Zoznam"/>
    <w:rsid w:val="00447251"/>
    <w:pPr>
      <w:ind w:right="720"/>
    </w:pPr>
  </w:style>
  <w:style w:type="paragraph" w:styleId="Zoznamsodrkami2">
    <w:name w:val="List Bullet 2"/>
    <w:basedOn w:val="Zoznamsodrkami"/>
    <w:rsid w:val="00447251"/>
    <w:pPr>
      <w:ind w:left="1080"/>
    </w:pPr>
  </w:style>
  <w:style w:type="paragraph" w:styleId="Zoznamsodrkami3">
    <w:name w:val="List Bullet 3"/>
    <w:basedOn w:val="Zoznamsodrkami"/>
    <w:rsid w:val="00447251"/>
    <w:pPr>
      <w:ind w:left="1440"/>
    </w:pPr>
  </w:style>
  <w:style w:type="paragraph" w:styleId="Zoznamsodrkami4">
    <w:name w:val="List Bullet 4"/>
    <w:basedOn w:val="Zoznamsodrkami"/>
    <w:rsid w:val="00447251"/>
    <w:pPr>
      <w:ind w:left="1800"/>
    </w:pPr>
  </w:style>
  <w:style w:type="paragraph" w:styleId="Zoznamsodrkami5">
    <w:name w:val="List Bullet 5"/>
    <w:basedOn w:val="Zoznamsodrkami"/>
    <w:rsid w:val="00447251"/>
    <w:pPr>
      <w:ind w:left="2160"/>
    </w:pPr>
  </w:style>
  <w:style w:type="paragraph" w:customStyle="1" w:styleId="Prvnodrkaseznamu">
    <w:name w:val="První odrážka seznamu"/>
    <w:basedOn w:val="Zoznamsodrkami"/>
    <w:next w:val="Zoznamsodrkami"/>
    <w:rsid w:val="00447251"/>
    <w:pPr>
      <w:spacing w:before="80"/>
    </w:pPr>
  </w:style>
  <w:style w:type="paragraph" w:customStyle="1" w:styleId="Poslednodrkaseznamu">
    <w:name w:val="Poslední odrážka seznamu"/>
    <w:basedOn w:val="Zoznamsodrkami"/>
    <w:next w:val="Zkladntext"/>
    <w:rsid w:val="00447251"/>
    <w:pPr>
      <w:spacing w:after="240"/>
    </w:pPr>
  </w:style>
  <w:style w:type="paragraph" w:styleId="Pokraovaniezoznamu">
    <w:name w:val="List Continue"/>
    <w:basedOn w:val="Zoznam"/>
    <w:rsid w:val="00447251"/>
    <w:pPr>
      <w:ind w:right="720" w:firstLine="0"/>
    </w:pPr>
  </w:style>
  <w:style w:type="paragraph" w:styleId="Pokraovaniezoznamu2">
    <w:name w:val="List Continue 2"/>
    <w:basedOn w:val="Pokraovaniezoznamu"/>
    <w:rsid w:val="00447251"/>
    <w:pPr>
      <w:ind w:left="1080"/>
    </w:pPr>
  </w:style>
  <w:style w:type="paragraph" w:styleId="Pokraovaniezoznamu3">
    <w:name w:val="List Continue 3"/>
    <w:basedOn w:val="Pokraovaniezoznamu"/>
    <w:rsid w:val="00447251"/>
    <w:pPr>
      <w:ind w:left="1440"/>
    </w:pPr>
  </w:style>
  <w:style w:type="paragraph" w:styleId="Pokraovaniezoznamu4">
    <w:name w:val="List Continue 4"/>
    <w:basedOn w:val="Pokraovaniezoznamu"/>
    <w:rsid w:val="00447251"/>
    <w:pPr>
      <w:ind w:left="1800"/>
    </w:pPr>
  </w:style>
  <w:style w:type="paragraph" w:styleId="Pokraovaniezoznamu5">
    <w:name w:val="List Continue 5"/>
    <w:basedOn w:val="Pokraovaniezoznamu"/>
    <w:rsid w:val="00447251"/>
    <w:pPr>
      <w:ind w:left="2160"/>
    </w:pPr>
  </w:style>
  <w:style w:type="paragraph" w:customStyle="1" w:styleId="Prvnseznam">
    <w:name w:val="První seznam"/>
    <w:basedOn w:val="Zoznam"/>
    <w:next w:val="Zoznam"/>
    <w:rsid w:val="00447251"/>
    <w:pPr>
      <w:spacing w:before="80"/>
    </w:pPr>
  </w:style>
  <w:style w:type="paragraph" w:customStyle="1" w:styleId="Poslednseznam">
    <w:name w:val="Poslední seznam"/>
    <w:basedOn w:val="Zoznam"/>
    <w:next w:val="Zkladntext"/>
    <w:rsid w:val="00447251"/>
    <w:pPr>
      <w:spacing w:after="240"/>
    </w:pPr>
  </w:style>
  <w:style w:type="paragraph" w:styleId="slovanzoznam">
    <w:name w:val="List Number"/>
    <w:basedOn w:val="Zoznam"/>
    <w:rsid w:val="00447251"/>
    <w:pPr>
      <w:ind w:right="720"/>
    </w:pPr>
  </w:style>
  <w:style w:type="paragraph" w:styleId="slovanzoznam2">
    <w:name w:val="List Number 2"/>
    <w:basedOn w:val="slovanzoznam"/>
    <w:rsid w:val="00447251"/>
    <w:pPr>
      <w:ind w:left="1080"/>
    </w:pPr>
  </w:style>
  <w:style w:type="paragraph" w:styleId="slovanzoznam3">
    <w:name w:val="List Number 3"/>
    <w:basedOn w:val="slovanzoznam"/>
    <w:rsid w:val="00447251"/>
    <w:pPr>
      <w:ind w:left="1440"/>
    </w:pPr>
  </w:style>
  <w:style w:type="paragraph" w:styleId="slovanzoznam4">
    <w:name w:val="List Number 4"/>
    <w:basedOn w:val="slovanzoznam"/>
    <w:rsid w:val="00447251"/>
    <w:pPr>
      <w:ind w:left="1800"/>
    </w:pPr>
  </w:style>
  <w:style w:type="paragraph" w:styleId="slovanzoznam5">
    <w:name w:val="List Number 5"/>
    <w:basedOn w:val="slovanzoznam"/>
    <w:rsid w:val="00447251"/>
    <w:pPr>
      <w:ind w:left="2160"/>
    </w:pPr>
  </w:style>
  <w:style w:type="paragraph" w:customStyle="1" w:styleId="Prvnesloseznamu">
    <w:name w:val="První eíslo seznamu"/>
    <w:basedOn w:val="slovanzoznam"/>
    <w:next w:val="slovanzoznam"/>
    <w:rsid w:val="00447251"/>
    <w:pPr>
      <w:spacing w:before="80"/>
    </w:pPr>
  </w:style>
  <w:style w:type="paragraph" w:customStyle="1" w:styleId="Poslednesloseznamu">
    <w:name w:val="Poslední eíslo seznamu"/>
    <w:basedOn w:val="slovanzoznam"/>
    <w:next w:val="Zkladntext"/>
    <w:rsid w:val="00447251"/>
    <w:pPr>
      <w:spacing w:after="240"/>
    </w:pPr>
  </w:style>
  <w:style w:type="paragraph" w:styleId="Textmakra">
    <w:name w:val="macro"/>
    <w:basedOn w:val="Zkladntext"/>
    <w:semiHidden/>
    <w:rsid w:val="00447251"/>
    <w:pPr>
      <w:spacing w:line="240" w:lineRule="auto"/>
    </w:pPr>
    <w:rPr>
      <w:rFonts w:ascii="Courier New" w:hAnsi="Courier New"/>
    </w:rPr>
  </w:style>
  <w:style w:type="paragraph" w:styleId="Hlavikasprvy">
    <w:name w:val="Message Header"/>
    <w:basedOn w:val="Normlny"/>
    <w:rsid w:val="00447251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080" w:hanging="1080"/>
    </w:pPr>
    <w:rPr>
      <w:sz w:val="24"/>
    </w:rPr>
  </w:style>
  <w:style w:type="character" w:styleId="slostrany">
    <w:name w:val="page number"/>
    <w:basedOn w:val="Predvolenpsmoodseku"/>
    <w:rsid w:val="00447251"/>
    <w:rPr>
      <w:rFonts w:ascii="Arial" w:hAnsi="Arial"/>
      <w:sz w:val="18"/>
      <w:vertAlign w:val="baseline"/>
    </w:rPr>
  </w:style>
  <w:style w:type="paragraph" w:customStyle="1" w:styleId="Adresaodesilatele">
    <w:name w:val="Adresa odesilatele"/>
    <w:basedOn w:val="Normlny"/>
    <w:rsid w:val="00447251"/>
    <w:pPr>
      <w:keepLines/>
      <w:framePr w:w="5160" w:h="960" w:wrap="notBeside" w:vAnchor="page" w:hAnchor="margin" w:x="4321" w:y="961" w:anchorLock="1"/>
      <w:tabs>
        <w:tab w:val="left" w:pos="2160"/>
      </w:tabs>
      <w:spacing w:line="160" w:lineRule="atLeast"/>
    </w:pPr>
    <w:rPr>
      <w:sz w:val="14"/>
    </w:rPr>
  </w:style>
  <w:style w:type="paragraph" w:customStyle="1" w:styleId="Podpis-nzevspoleenosti">
    <w:name w:val="Podpis-název spoleenosti"/>
    <w:basedOn w:val="Normlny"/>
    <w:next w:val="Normlny"/>
    <w:rsid w:val="00447251"/>
    <w:pPr>
      <w:keepNext/>
      <w:keepLines/>
      <w:spacing w:before="660" w:after="160" w:line="220" w:lineRule="atLeast"/>
    </w:pPr>
    <w:rPr>
      <w:b/>
    </w:rPr>
  </w:style>
  <w:style w:type="paragraph" w:customStyle="1" w:styleId="Podpis-funkce0">
    <w:name w:val="Podpis-funkce"/>
    <w:basedOn w:val="Normlny"/>
    <w:next w:val="Poeteenpsmenaodkazu"/>
    <w:rsid w:val="00447251"/>
    <w:pPr>
      <w:keepNext/>
      <w:spacing w:before="660" w:after="160" w:line="220" w:lineRule="atLeast"/>
    </w:pPr>
  </w:style>
  <w:style w:type="character" w:customStyle="1" w:styleId="Hornindex">
    <w:name w:val="Horní index"/>
    <w:rsid w:val="00447251"/>
    <w:rPr>
      <w:vertAlign w:val="superscript"/>
    </w:rPr>
  </w:style>
  <w:style w:type="paragraph" w:customStyle="1" w:styleId="Adresa">
    <w:name w:val="Adresa"/>
    <w:basedOn w:val="Normlny"/>
    <w:rsid w:val="00447251"/>
    <w:pPr>
      <w:keepLines/>
      <w:ind w:left="360" w:right="4320" w:hanging="360"/>
    </w:pPr>
  </w:style>
  <w:style w:type="paragraph" w:styleId="Podtitul">
    <w:name w:val="Subtitle"/>
    <w:basedOn w:val="Normlny"/>
    <w:qFormat/>
    <w:rsid w:val="00447251"/>
    <w:pPr>
      <w:spacing w:after="60"/>
      <w:jc w:val="center"/>
    </w:pPr>
    <w:rPr>
      <w:sz w:val="24"/>
    </w:rPr>
  </w:style>
  <w:style w:type="paragraph" w:styleId="Nzov">
    <w:name w:val="Title"/>
    <w:basedOn w:val="Normlny"/>
    <w:link w:val="NzovChar"/>
    <w:qFormat/>
    <w:rsid w:val="00447251"/>
    <w:pPr>
      <w:spacing w:before="240" w:after="60"/>
      <w:jc w:val="center"/>
    </w:pPr>
    <w:rPr>
      <w:b/>
      <w:kern w:val="28"/>
      <w:sz w:val="32"/>
    </w:rPr>
  </w:style>
  <w:style w:type="paragraph" w:styleId="Obsah9">
    <w:name w:val="toc 9"/>
    <w:basedOn w:val="Normlny"/>
    <w:next w:val="Normlny"/>
    <w:semiHidden/>
    <w:rsid w:val="00447251"/>
    <w:pPr>
      <w:tabs>
        <w:tab w:val="right" w:leader="dot" w:pos="8306"/>
      </w:tabs>
      <w:ind w:left="1600"/>
    </w:pPr>
  </w:style>
  <w:style w:type="paragraph" w:styleId="Hlavikazoznamucitci">
    <w:name w:val="toa heading"/>
    <w:basedOn w:val="Normlny"/>
    <w:next w:val="Normlny"/>
    <w:semiHidden/>
    <w:rsid w:val="00447251"/>
    <w:pPr>
      <w:spacing w:before="120"/>
    </w:pPr>
    <w:rPr>
      <w:b/>
      <w:sz w:val="24"/>
    </w:rPr>
  </w:style>
  <w:style w:type="paragraph" w:styleId="Normlnysozarkami">
    <w:name w:val="Normal Indent"/>
    <w:basedOn w:val="Normlny"/>
    <w:rsid w:val="00447251"/>
    <w:pPr>
      <w:ind w:left="360"/>
    </w:pPr>
  </w:style>
  <w:style w:type="paragraph" w:styleId="Register1">
    <w:name w:val="index 1"/>
    <w:basedOn w:val="Normlny"/>
    <w:next w:val="Normlny"/>
    <w:semiHidden/>
    <w:rsid w:val="00447251"/>
    <w:pPr>
      <w:tabs>
        <w:tab w:val="right" w:leader="dot" w:pos="8306"/>
      </w:tabs>
      <w:ind w:left="200" w:hanging="200"/>
    </w:pPr>
  </w:style>
  <w:style w:type="paragraph" w:styleId="Nadpisregistra">
    <w:name w:val="index heading"/>
    <w:basedOn w:val="Normlny"/>
    <w:next w:val="Register1"/>
    <w:semiHidden/>
    <w:rsid w:val="00447251"/>
    <w:rPr>
      <w:b/>
    </w:rPr>
  </w:style>
  <w:style w:type="character" w:styleId="Hypertextovprepojenie">
    <w:name w:val="Hyperlink"/>
    <w:basedOn w:val="Predvolenpsmoodseku"/>
    <w:uiPriority w:val="99"/>
    <w:rsid w:val="00447251"/>
    <w:rPr>
      <w:color w:val="0000FF"/>
      <w:u w:val="single"/>
    </w:rPr>
  </w:style>
  <w:style w:type="paragraph" w:customStyle="1" w:styleId="font5">
    <w:name w:val="font5"/>
    <w:basedOn w:val="Normlny"/>
    <w:rsid w:val="00447251"/>
    <w:pPr>
      <w:spacing w:before="100" w:beforeAutospacing="1" w:after="100" w:afterAutospacing="1"/>
    </w:pPr>
    <w:rPr>
      <w:rFonts w:ascii="Tahoma" w:hAnsi="Tahoma" w:cs="Tahoma"/>
      <w:color w:val="300058"/>
      <w:sz w:val="16"/>
      <w:szCs w:val="16"/>
    </w:rPr>
  </w:style>
  <w:style w:type="paragraph" w:customStyle="1" w:styleId="font6">
    <w:name w:val="font6"/>
    <w:basedOn w:val="Normlny"/>
    <w:rsid w:val="00447251"/>
    <w:pPr>
      <w:spacing w:before="100" w:beforeAutospacing="1" w:after="100" w:afterAutospacing="1"/>
    </w:pPr>
    <w:rPr>
      <w:rFonts w:ascii="Tahoma" w:hAnsi="Tahoma" w:cs="Tahoma"/>
      <w:b/>
      <w:bCs/>
      <w:color w:val="300058"/>
      <w:sz w:val="16"/>
      <w:szCs w:val="16"/>
    </w:rPr>
  </w:style>
  <w:style w:type="paragraph" w:customStyle="1" w:styleId="xl24">
    <w:name w:val="xl24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6">
    <w:name w:val="xl26"/>
    <w:basedOn w:val="Normlny"/>
    <w:rsid w:val="00447251"/>
    <w:pPr>
      <w:spacing w:before="100" w:beforeAutospacing="1" w:after="100" w:afterAutospacing="1"/>
    </w:pPr>
    <w:rPr>
      <w:sz w:val="24"/>
      <w:szCs w:val="24"/>
    </w:rPr>
  </w:style>
  <w:style w:type="paragraph" w:customStyle="1" w:styleId="xl29">
    <w:name w:val="xl29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1">
    <w:name w:val="xl31"/>
    <w:basedOn w:val="Normlny"/>
    <w:rsid w:val="00447251"/>
    <w:pP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2">
    <w:name w:val="xl32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3">
    <w:name w:val="xl33"/>
    <w:basedOn w:val="Normlny"/>
    <w:rsid w:val="00447251"/>
    <w:pPr>
      <w:spacing w:before="100" w:beforeAutospacing="1" w:after="100" w:afterAutospacing="1"/>
      <w:textAlignment w:val="center"/>
    </w:pPr>
    <w:rPr>
      <w:rFonts w:cs="Arial"/>
      <w:sz w:val="24"/>
      <w:szCs w:val="24"/>
    </w:rPr>
  </w:style>
  <w:style w:type="paragraph" w:customStyle="1" w:styleId="xl34">
    <w:name w:val="xl34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5">
    <w:name w:val="xl35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6">
    <w:name w:val="xl36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7">
    <w:name w:val="xl37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8">
    <w:name w:val="xl38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39">
    <w:name w:val="xl39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0">
    <w:name w:val="xl40"/>
    <w:basedOn w:val="Normlny"/>
    <w:rsid w:val="00447251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41">
    <w:name w:val="xl41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42">
    <w:name w:val="xl42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27">
    <w:name w:val="xl27"/>
    <w:basedOn w:val="Normlny"/>
    <w:rsid w:val="00447251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8">
    <w:name w:val="xl28"/>
    <w:basedOn w:val="Normlny"/>
    <w:rsid w:val="00447251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30">
    <w:name w:val="xl30"/>
    <w:basedOn w:val="Normlny"/>
    <w:rsid w:val="00447251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character" w:styleId="PouitHypertextovPrepojenie">
    <w:name w:val="FollowedHyperlink"/>
    <w:basedOn w:val="Predvolenpsmoodseku"/>
    <w:rsid w:val="00730B4A"/>
    <w:rPr>
      <w:color w:val="800080"/>
      <w:u w:val="single"/>
    </w:rPr>
  </w:style>
  <w:style w:type="character" w:styleId="Vrazn">
    <w:name w:val="Strong"/>
    <w:basedOn w:val="Predvolenpsmoodseku"/>
    <w:uiPriority w:val="22"/>
    <w:qFormat/>
    <w:rsid w:val="00C34722"/>
    <w:rPr>
      <w:b/>
      <w:bCs/>
    </w:rPr>
  </w:style>
  <w:style w:type="paragraph" w:styleId="truktradokumentu">
    <w:name w:val="Document Map"/>
    <w:basedOn w:val="Normlny"/>
    <w:semiHidden/>
    <w:rsid w:val="00537D97"/>
    <w:pPr>
      <w:shd w:val="clear" w:color="auto" w:fill="000080"/>
    </w:pPr>
    <w:rPr>
      <w:rFonts w:ascii="Tahoma" w:hAnsi="Tahoma" w:cs="Tahoma"/>
    </w:rPr>
  </w:style>
  <w:style w:type="paragraph" w:styleId="Obsah1">
    <w:name w:val="toc 1"/>
    <w:basedOn w:val="Normlny"/>
    <w:next w:val="Normlny"/>
    <w:autoRedefine/>
    <w:uiPriority w:val="39"/>
    <w:rsid w:val="008F0941"/>
    <w:pPr>
      <w:tabs>
        <w:tab w:val="left" w:pos="720"/>
        <w:tab w:val="right" w:leader="dot" w:pos="10348"/>
      </w:tabs>
      <w:spacing w:line="360" w:lineRule="auto"/>
      <w:ind w:left="284"/>
    </w:pPr>
    <w:rPr>
      <w:rFonts w:cs="Arial"/>
      <w:b/>
      <w:sz w:val="32"/>
      <w:szCs w:val="32"/>
    </w:rPr>
  </w:style>
  <w:style w:type="paragraph" w:styleId="Obsah2">
    <w:name w:val="toc 2"/>
    <w:basedOn w:val="Normlny"/>
    <w:next w:val="Normlny"/>
    <w:autoRedefine/>
    <w:uiPriority w:val="39"/>
    <w:rsid w:val="00EF7F13"/>
    <w:pPr>
      <w:tabs>
        <w:tab w:val="left" w:pos="720"/>
        <w:tab w:val="right" w:leader="dot" w:pos="10348"/>
      </w:tabs>
      <w:spacing w:line="360" w:lineRule="auto"/>
      <w:ind w:left="284"/>
    </w:pPr>
  </w:style>
  <w:style w:type="paragraph" w:styleId="Obsah3">
    <w:name w:val="toc 3"/>
    <w:basedOn w:val="Normlny"/>
    <w:next w:val="Normlny"/>
    <w:autoRedefine/>
    <w:uiPriority w:val="39"/>
    <w:rsid w:val="003B2AF8"/>
    <w:pPr>
      <w:tabs>
        <w:tab w:val="left" w:pos="960"/>
        <w:tab w:val="right" w:leader="dot" w:pos="10348"/>
      </w:tabs>
      <w:spacing w:line="360" w:lineRule="auto"/>
      <w:ind w:left="400"/>
    </w:pPr>
  </w:style>
  <w:style w:type="paragraph" w:styleId="Textbubliny">
    <w:name w:val="Balloon Text"/>
    <w:basedOn w:val="Normlny"/>
    <w:link w:val="TextbublinyChar"/>
    <w:rsid w:val="00803F7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rsid w:val="00803F7E"/>
    <w:rPr>
      <w:rFonts w:ascii="Tahoma" w:hAnsi="Tahoma" w:cs="Tahoma"/>
      <w:spacing w:val="-5"/>
      <w:sz w:val="16"/>
      <w:szCs w:val="16"/>
    </w:rPr>
  </w:style>
  <w:style w:type="character" w:customStyle="1" w:styleId="PtaChar">
    <w:name w:val="Päta Char"/>
    <w:basedOn w:val="Predvolenpsmoodseku"/>
    <w:link w:val="Pta"/>
    <w:uiPriority w:val="99"/>
    <w:rsid w:val="00FB3E1F"/>
    <w:rPr>
      <w:rFonts w:ascii="Arial" w:hAnsi="Arial"/>
      <w:spacing w:val="-5"/>
      <w:sz w:val="18"/>
    </w:rPr>
  </w:style>
  <w:style w:type="paragraph" w:styleId="Odsekzoznamu">
    <w:name w:val="List Paragraph"/>
    <w:basedOn w:val="Normlny"/>
    <w:uiPriority w:val="34"/>
    <w:qFormat/>
    <w:rsid w:val="00171025"/>
    <w:pPr>
      <w:ind w:left="708"/>
    </w:pPr>
  </w:style>
  <w:style w:type="paragraph" w:styleId="Normlnywebov">
    <w:name w:val="Normal (Web)"/>
    <w:basedOn w:val="Normlny"/>
    <w:unhideWhenUsed/>
    <w:rsid w:val="00171025"/>
    <w:pPr>
      <w:spacing w:before="100" w:beforeAutospacing="1" w:after="100" w:afterAutospacing="1"/>
    </w:pPr>
    <w:rPr>
      <w:sz w:val="24"/>
      <w:szCs w:val="24"/>
    </w:rPr>
  </w:style>
  <w:style w:type="paragraph" w:styleId="Obyajntext">
    <w:name w:val="Plain Text"/>
    <w:basedOn w:val="Normlny"/>
    <w:link w:val="ObyajntextChar"/>
    <w:uiPriority w:val="99"/>
    <w:unhideWhenUsed/>
    <w:rsid w:val="00D10785"/>
    <w:rPr>
      <w:rFonts w:ascii="Consolas" w:eastAsia="Calibri" w:hAnsi="Consolas"/>
      <w:sz w:val="21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D10785"/>
    <w:rPr>
      <w:rFonts w:ascii="Consolas" w:eastAsia="Calibri" w:hAnsi="Consolas"/>
      <w:sz w:val="21"/>
      <w:szCs w:val="21"/>
    </w:rPr>
  </w:style>
  <w:style w:type="paragraph" w:styleId="Zkladntext2">
    <w:name w:val="Body Text 2"/>
    <w:basedOn w:val="Normlny"/>
    <w:link w:val="Zkladntext2Char"/>
    <w:uiPriority w:val="99"/>
    <w:unhideWhenUsed/>
    <w:rsid w:val="0035586C"/>
    <w:pPr>
      <w:suppressAutoHyphens/>
      <w:spacing w:after="120" w:line="480" w:lineRule="auto"/>
    </w:pPr>
    <w:rPr>
      <w:kern w:val="1"/>
      <w:sz w:val="24"/>
      <w:szCs w:val="24"/>
      <w:lang w:eastAsia="ar-SA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35586C"/>
    <w:rPr>
      <w:kern w:val="1"/>
      <w:sz w:val="24"/>
      <w:szCs w:val="24"/>
      <w:lang w:eastAsia="ar-SA"/>
    </w:rPr>
  </w:style>
  <w:style w:type="character" w:customStyle="1" w:styleId="NzovChar">
    <w:name w:val="Názov Char"/>
    <w:basedOn w:val="Predvolenpsmoodseku"/>
    <w:link w:val="Nzov"/>
    <w:rsid w:val="0035586C"/>
    <w:rPr>
      <w:b/>
      <w:kern w:val="28"/>
      <w:sz w:val="32"/>
    </w:rPr>
  </w:style>
  <w:style w:type="paragraph" w:customStyle="1" w:styleId="podtrzeni">
    <w:name w:val="podtrzeni"/>
    <w:basedOn w:val="Normlny"/>
    <w:rsid w:val="0035586C"/>
    <w:pPr>
      <w:pBdr>
        <w:bottom w:val="single" w:sz="4" w:space="1" w:color="auto"/>
      </w:pBdr>
    </w:pPr>
    <w:rPr>
      <w:rFonts w:ascii="Verdana" w:hAnsi="Verdana"/>
      <w:sz w:val="24"/>
      <w:szCs w:val="24"/>
    </w:rPr>
  </w:style>
  <w:style w:type="paragraph" w:customStyle="1" w:styleId="StylNadpis1TimesNewRomanVechnavelk">
    <w:name w:val="Styl Nadpis 1 + Times New Roman Všechna velká"/>
    <w:basedOn w:val="Nadpis1"/>
    <w:rsid w:val="0035586C"/>
    <w:pPr>
      <w:jc w:val="left"/>
    </w:pPr>
    <w:rPr>
      <w:rFonts w:ascii="Verdana" w:hAnsi="Verdana" w:cs="Tahoma"/>
      <w:bCs/>
      <w:caps/>
      <w:spacing w:val="0"/>
      <w:kern w:val="0"/>
      <w:sz w:val="24"/>
      <w:szCs w:val="15"/>
    </w:rPr>
  </w:style>
  <w:style w:type="table" w:styleId="Elegantntabuka">
    <w:name w:val="Table Elegant"/>
    <w:basedOn w:val="Normlnatabuka"/>
    <w:rsid w:val="00EA2366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riekatabuky">
    <w:name w:val="Table Grid"/>
    <w:basedOn w:val="Normlnatabuka"/>
    <w:uiPriority w:val="59"/>
    <w:rsid w:val="00477EF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edmetkomentra">
    <w:name w:val="annotation subject"/>
    <w:basedOn w:val="Textkomentra"/>
    <w:next w:val="Textkomentra"/>
    <w:link w:val="PredmetkomentraChar"/>
    <w:rsid w:val="00EF76DF"/>
    <w:pPr>
      <w:keepLines w:val="0"/>
      <w:spacing w:after="0" w:line="240" w:lineRule="auto"/>
    </w:pPr>
    <w:rPr>
      <w:b/>
      <w:bCs/>
      <w:sz w:val="20"/>
    </w:rPr>
  </w:style>
  <w:style w:type="character" w:customStyle="1" w:styleId="ZkladntextChar">
    <w:name w:val="Základný text Char"/>
    <w:basedOn w:val="Predvolenpsmoodseku"/>
    <w:link w:val="Zkladntext"/>
    <w:rsid w:val="00EF76DF"/>
  </w:style>
  <w:style w:type="character" w:customStyle="1" w:styleId="ZkladpoznmkypodearouChar">
    <w:name w:val="Základ poznámky pod earou Char"/>
    <w:basedOn w:val="ZkladntextChar"/>
    <w:link w:val="Zkladpoznmkypodearou"/>
    <w:rsid w:val="00EF76DF"/>
    <w:rPr>
      <w:sz w:val="16"/>
    </w:rPr>
  </w:style>
  <w:style w:type="character" w:customStyle="1" w:styleId="TextkomentraChar">
    <w:name w:val="Text komentára Char"/>
    <w:basedOn w:val="ZkladpoznmkypodearouChar"/>
    <w:link w:val="Textkomentra"/>
    <w:semiHidden/>
    <w:rsid w:val="00EF76DF"/>
    <w:rPr>
      <w:sz w:val="16"/>
    </w:rPr>
  </w:style>
  <w:style w:type="character" w:customStyle="1" w:styleId="PredmetkomentraChar">
    <w:name w:val="Predmet komentára Char"/>
    <w:basedOn w:val="TextkomentraChar"/>
    <w:link w:val="Predmetkomentra"/>
    <w:rsid w:val="00EF76DF"/>
    <w:rPr>
      <w:b/>
      <w:bCs/>
      <w:sz w:val="16"/>
    </w:rPr>
  </w:style>
  <w:style w:type="paragraph" w:styleId="Revzia">
    <w:name w:val="Revision"/>
    <w:hidden/>
    <w:uiPriority w:val="99"/>
    <w:semiHidden/>
    <w:rsid w:val="007419A3"/>
  </w:style>
  <w:style w:type="character" w:customStyle="1" w:styleId="slostrnky1">
    <w:name w:val="Číslo stránky1"/>
    <w:basedOn w:val="Predvolenpsmoodseku"/>
    <w:rsid w:val="008F0941"/>
  </w:style>
  <w:style w:type="character" w:customStyle="1" w:styleId="CharacterStyle1">
    <w:name w:val="Character Style 1"/>
    <w:uiPriority w:val="99"/>
    <w:rsid w:val="008F0941"/>
    <w:rPr>
      <w:sz w:val="22"/>
    </w:rPr>
  </w:style>
  <w:style w:type="paragraph" w:styleId="Bezriadkovania">
    <w:name w:val="No Spacing"/>
    <w:uiPriority w:val="1"/>
    <w:qFormat/>
    <w:rsid w:val="008F0941"/>
    <w:pPr>
      <w:tabs>
        <w:tab w:val="left" w:pos="5103"/>
        <w:tab w:val="left" w:pos="6804"/>
        <w:tab w:val="left" w:pos="8505"/>
      </w:tabs>
      <w:ind w:left="3402"/>
      <w:jc w:val="both"/>
    </w:pPr>
    <w:rPr>
      <w:rFonts w:ascii="Arial Narrow" w:hAnsi="Arial Narrow"/>
      <w:sz w:val="22"/>
      <w:szCs w:val="22"/>
      <w:lang w:eastAsia="en-US"/>
    </w:rPr>
  </w:style>
  <w:style w:type="character" w:styleId="Jemnzvraznenie">
    <w:name w:val="Subtle Emphasis"/>
    <w:uiPriority w:val="19"/>
    <w:qFormat/>
    <w:rsid w:val="008F0941"/>
    <w:rPr>
      <w:i/>
      <w:iCs/>
      <w:color w:val="808080"/>
    </w:rPr>
  </w:style>
  <w:style w:type="character" w:customStyle="1" w:styleId="st">
    <w:name w:val="st"/>
    <w:basedOn w:val="Predvolenpsmoodseku"/>
    <w:rsid w:val="008F0941"/>
  </w:style>
  <w:style w:type="paragraph" w:customStyle="1" w:styleId="a">
    <w:qFormat/>
    <w:rsid w:val="008F0941"/>
  </w:style>
  <w:style w:type="character" w:customStyle="1" w:styleId="Nadpis2Char">
    <w:name w:val="Nadpis 2 Char"/>
    <w:link w:val="Nadpis2"/>
    <w:rsid w:val="00D81751"/>
    <w:rPr>
      <w:rFonts w:ascii="Arial" w:hAnsi="Arial" w:cs="Arial"/>
      <w:b/>
      <w:sz w:val="22"/>
      <w:szCs w:val="22"/>
    </w:rPr>
  </w:style>
  <w:style w:type="character" w:styleId="Zvraznenie">
    <w:name w:val="Emphasis"/>
    <w:basedOn w:val="Predvolenpsmoodseku"/>
    <w:qFormat/>
    <w:rsid w:val="008F0941"/>
    <w:rPr>
      <w:i/>
      <w:iCs/>
    </w:rPr>
  </w:style>
  <w:style w:type="paragraph" w:customStyle="1" w:styleId="a0">
    <w:qFormat/>
    <w:rsid w:val="008A5F2D"/>
  </w:style>
  <w:style w:type="paragraph" w:customStyle="1" w:styleId="a1">
    <w:qFormat/>
    <w:rsid w:val="00F72CCF"/>
  </w:style>
  <w:style w:type="paragraph" w:customStyle="1" w:styleId="subline">
    <w:name w:val="subline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bodytext">
    <w:name w:val="bodytext"/>
    <w:basedOn w:val="Normlny"/>
    <w:rsid w:val="006A71A7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character" w:customStyle="1" w:styleId="feature-description">
    <w:name w:val="feature-description"/>
    <w:basedOn w:val="Predvolenpsmoodseku"/>
    <w:rsid w:val="000A14DD"/>
  </w:style>
  <w:style w:type="paragraph" w:customStyle="1" w:styleId="Odrka">
    <w:name w:val="Odrážka"/>
    <w:basedOn w:val="Normlny"/>
    <w:rsid w:val="00F47455"/>
    <w:pPr>
      <w:numPr>
        <w:numId w:val="5"/>
      </w:numPr>
      <w:spacing w:before="60"/>
    </w:pPr>
    <w:rPr>
      <w:sz w:val="24"/>
      <w:szCs w:val="24"/>
    </w:rPr>
  </w:style>
  <w:style w:type="paragraph" w:customStyle="1" w:styleId="odrka1">
    <w:name w:val="odrážka1"/>
    <w:basedOn w:val="Zkladntext2"/>
    <w:link w:val="odrka1Char"/>
    <w:qFormat/>
    <w:rsid w:val="00F47455"/>
    <w:pPr>
      <w:numPr>
        <w:numId w:val="6"/>
      </w:numPr>
      <w:suppressAutoHyphens w:val="0"/>
      <w:spacing w:before="120" w:after="0" w:line="240" w:lineRule="exact"/>
    </w:pPr>
    <w:rPr>
      <w:kern w:val="0"/>
      <w:lang w:val="x-none" w:eastAsia="x-none"/>
    </w:rPr>
  </w:style>
  <w:style w:type="character" w:customStyle="1" w:styleId="odrka1Char">
    <w:name w:val="odrážka1 Char"/>
    <w:link w:val="odrka1"/>
    <w:rsid w:val="00F47455"/>
    <w:rPr>
      <w:rFonts w:ascii="Arial" w:hAnsi="Arial"/>
      <w:sz w:val="24"/>
      <w:szCs w:val="24"/>
      <w:lang w:val="x-none" w:eastAsia="x-none"/>
    </w:rPr>
  </w:style>
  <w:style w:type="paragraph" w:styleId="Zkladntext3">
    <w:name w:val="Body Text 3"/>
    <w:basedOn w:val="Normlny"/>
    <w:link w:val="Zkladntext3Char"/>
    <w:rsid w:val="006400EE"/>
    <w:pPr>
      <w:spacing w:after="120"/>
    </w:pPr>
    <w:rPr>
      <w:sz w:val="16"/>
      <w:szCs w:val="16"/>
    </w:rPr>
  </w:style>
  <w:style w:type="character" w:customStyle="1" w:styleId="Zkladntext3Char">
    <w:name w:val="Základný text 3 Char"/>
    <w:basedOn w:val="Predvolenpsmoodseku"/>
    <w:link w:val="Zkladntext3"/>
    <w:rsid w:val="006400EE"/>
    <w:rPr>
      <w:rFonts w:ascii="Arial" w:hAnsi="Arial"/>
      <w:sz w:val="16"/>
      <w:szCs w:val="16"/>
    </w:rPr>
  </w:style>
  <w:style w:type="character" w:customStyle="1" w:styleId="HlavikaChar">
    <w:name w:val="Hlavička Char"/>
    <w:link w:val="Hlavika"/>
    <w:rsid w:val="006400EE"/>
    <w:rPr>
      <w:rFonts w:ascii="Arial" w:hAnsi="Arial"/>
    </w:rPr>
  </w:style>
  <w:style w:type="paragraph" w:customStyle="1" w:styleId="1strcn">
    <w:name w:val="1strcn"/>
    <w:basedOn w:val="Normlny"/>
    <w:rsid w:val="006400EE"/>
    <w:pPr>
      <w:spacing w:before="100" w:beforeAutospacing="1" w:after="100" w:afterAutospacing="1"/>
      <w:jc w:val="left"/>
    </w:pPr>
    <w:rPr>
      <w:rFonts w:ascii="Times New Roman" w:hAnsi="Times New Roman"/>
      <w:sz w:val="24"/>
      <w:szCs w:val="24"/>
    </w:rPr>
  </w:style>
  <w:style w:type="paragraph" w:customStyle="1" w:styleId="Style5">
    <w:name w:val="Style5"/>
    <w:basedOn w:val="Normlny"/>
    <w:rsid w:val="006400EE"/>
    <w:pPr>
      <w:widowControl w:val="0"/>
      <w:autoSpaceDE w:val="0"/>
      <w:autoSpaceDN w:val="0"/>
      <w:adjustRightInd w:val="0"/>
      <w:spacing w:line="413" w:lineRule="exact"/>
      <w:ind w:hanging="341"/>
      <w:jc w:val="left"/>
    </w:pPr>
    <w:rPr>
      <w:rFonts w:eastAsia="MS Mincho"/>
      <w:sz w:val="24"/>
      <w:szCs w:val="24"/>
      <w:lang w:eastAsia="ja-JP"/>
    </w:rPr>
  </w:style>
  <w:style w:type="paragraph" w:styleId="Oznaitext">
    <w:name w:val="Block Text"/>
    <w:basedOn w:val="Normlny"/>
    <w:rsid w:val="006400EE"/>
    <w:pPr>
      <w:tabs>
        <w:tab w:val="left" w:pos="993"/>
        <w:tab w:val="center" w:pos="7797"/>
        <w:tab w:val="center" w:pos="9072"/>
      </w:tabs>
      <w:ind w:left="992" w:right="2268" w:hanging="992"/>
    </w:pPr>
    <w:rPr>
      <w:rFonts w:ascii="Times New Roman" w:hAnsi="Times New Roman"/>
      <w:sz w:val="24"/>
    </w:rPr>
  </w:style>
  <w:style w:type="paragraph" w:customStyle="1" w:styleId="a2">
    <w:qFormat/>
    <w:rsid w:val="007754BE"/>
    <w:pPr>
      <w:jc w:val="both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06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94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9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0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75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5159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987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3336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1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7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1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2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80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27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2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679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481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793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14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41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7972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27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930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990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235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1046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4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1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7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035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883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940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60527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2324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36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945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3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02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79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MAGUS\02_ISO\11%20&#352;ablony\2012\IF-75-02%20Nab&#237;dka_textov&#225;%20&#269;&#225;st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IF-24-01 Předávací protokol díla_ME zhotovitel" ma:contentTypeID="0x0101006D91016EEFD56C45951A3DE4A006A97100182A731B9CE11446B00A2589FDBFCBAC" ma:contentTypeVersion="8" ma:contentTypeDescription="" ma:contentTypeScope="" ma:versionID="34523e646c5bce5d1c758ac8e963d328">
  <xsd:schema xmlns:xsd="http://www.w3.org/2001/XMLSchema" xmlns:xs="http://www.w3.org/2001/XMLSchema" xmlns:p="http://schemas.microsoft.com/office/2006/metadata/properties" xmlns:ns2="f3f33834-2105-40a0-9353-010c69a8a075" targetNamespace="http://schemas.microsoft.com/office/2006/metadata/properties" ma:root="true" ma:fieldsID="10b2f168a482f8af50c9a7a33a4a45a3" ns2:_="">
    <xsd:import namespace="f3f33834-2105-40a0-9353-010c69a8a0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f33834-2105-40a0-9353-010c69a8a0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D496F3-D888-4CF4-B258-351F6F8EFC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99688A0-E474-4AD8-AAAC-A41081BAB06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FB13C4-622C-4DA5-9CBF-FDFCF8DE92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3f33834-2105-40a0-9353-010c69a8a07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E6A059-FEAE-4A4C-808D-81B190E4C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IF-75-02 Nabídka_textová část</Template>
  <TotalTime>714</TotalTime>
  <Pages>3</Pages>
  <Words>374</Words>
  <Characters>2213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486-nabídka</vt:lpstr>
      <vt:lpstr>486-nabídka</vt:lpstr>
    </vt:vector>
  </TitlesOfParts>
  <Company>PRE, a.s.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486-nabídka</dc:title>
  <dc:creator>autocont</dc:creator>
  <cp:lastModifiedBy>Peter Petrič</cp:lastModifiedBy>
  <cp:revision>53</cp:revision>
  <cp:lastPrinted>2015-06-24T08:08:00Z</cp:lastPrinted>
  <dcterms:created xsi:type="dcterms:W3CDTF">2020-09-02T11:17:00Z</dcterms:created>
  <dcterms:modified xsi:type="dcterms:W3CDTF">2023-02-24T08:11:00Z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0x0101006D91016EEFD56C45951A3DE4A006A97100182A731B9CE11446B00A2589FDBFCBAC</vt:lpwstr>
  </property>
</Properties>
</file>